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560E3" w14:textId="3E2D3239" w:rsidR="00487DCA" w:rsidRDefault="0088180D" w:rsidP="00056142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Aufgabenblatt </w:t>
      </w:r>
      <w:r w:rsidR="002E64D0">
        <w:rPr>
          <w:rFonts w:eastAsiaTheme="minorHAnsi"/>
          <w:lang w:eastAsia="en-US"/>
        </w:rPr>
        <w:t xml:space="preserve">1 </w:t>
      </w:r>
      <w:r w:rsidR="00DC4CAF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Arduino Basics</w:t>
      </w:r>
      <w:r w:rsidR="00DC4CAF">
        <w:rPr>
          <w:rFonts w:eastAsiaTheme="minorHAnsi"/>
          <w:lang w:eastAsia="en-US"/>
        </w:rPr>
        <w:t>)</w:t>
      </w:r>
    </w:p>
    <w:p w14:paraId="0120F466" w14:textId="0DEB4063" w:rsidR="00724D36" w:rsidRPr="00724D36" w:rsidRDefault="00724D36" w:rsidP="00724D36">
      <w:pPr>
        <w:pStyle w:val="berschrift3"/>
        <w:rPr>
          <w:lang w:eastAsia="en-US"/>
        </w:rPr>
      </w:pPr>
      <w:r>
        <w:rPr>
          <w:lang w:eastAsia="en-US"/>
        </w:rPr>
        <w:t>Aufgabe 1</w:t>
      </w:r>
    </w:p>
    <w:p w14:paraId="32ED1258" w14:textId="7D8F77E3" w:rsidR="00374B7A" w:rsidRDefault="00724D36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Starte</w:t>
      </w:r>
      <w:r w:rsidR="0049220F">
        <w:rPr>
          <w:rFonts w:eastAsiaTheme="minorHAnsi"/>
          <w:lang w:eastAsia="en-US"/>
        </w:rPr>
        <w:t>n</w:t>
      </w:r>
      <w:r w:rsidR="00D96842">
        <w:rPr>
          <w:rFonts w:eastAsiaTheme="minorHAnsi"/>
          <w:lang w:eastAsia="en-US"/>
        </w:rPr>
        <w:t xml:space="preserve"> </w:t>
      </w:r>
      <w:r w:rsidR="0049220F">
        <w:rPr>
          <w:rFonts w:eastAsiaTheme="minorHAnsi"/>
          <w:lang w:eastAsia="en-US"/>
        </w:rPr>
        <w:t xml:space="preserve">Sie </w:t>
      </w:r>
      <w:r>
        <w:rPr>
          <w:rFonts w:eastAsiaTheme="minorHAnsi"/>
          <w:lang w:eastAsia="en-US"/>
        </w:rPr>
        <w:t>die Entwicklungsumgebung und erstelle</w:t>
      </w:r>
      <w:r w:rsidR="00163723">
        <w:rPr>
          <w:rFonts w:eastAsiaTheme="minorHAnsi"/>
          <w:lang w:eastAsia="en-US"/>
        </w:rPr>
        <w:t>n Sie</w:t>
      </w:r>
      <w:r w:rsidR="006747D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eine neue Arduino-Datei</w:t>
      </w:r>
      <w:r w:rsidR="001710C6">
        <w:rPr>
          <w:rFonts w:eastAsiaTheme="minorHAnsi"/>
          <w:lang w:eastAsia="en-US"/>
        </w:rPr>
        <w:t xml:space="preserve">. </w:t>
      </w:r>
      <w:r w:rsidR="00EA7CAF">
        <w:rPr>
          <w:rFonts w:eastAsiaTheme="minorHAnsi"/>
          <w:lang w:eastAsia="en-US"/>
        </w:rPr>
        <w:t>Übern</w:t>
      </w:r>
      <w:r w:rsidR="00163723">
        <w:rPr>
          <w:rFonts w:eastAsiaTheme="minorHAnsi"/>
          <w:lang w:eastAsia="en-US"/>
        </w:rPr>
        <w:t>ehmen Sie</w:t>
      </w:r>
      <w:r w:rsidR="00417F30">
        <w:rPr>
          <w:rFonts w:eastAsiaTheme="minorHAnsi"/>
          <w:lang w:eastAsia="en-US"/>
        </w:rPr>
        <w:t xml:space="preserve"> </w:t>
      </w:r>
      <w:r w:rsidR="00EA7CAF">
        <w:rPr>
          <w:rFonts w:eastAsiaTheme="minorHAnsi"/>
          <w:lang w:eastAsia="en-US"/>
        </w:rPr>
        <w:t>den Code für die Definitionen und die Setup-Datei</w:t>
      </w:r>
      <w:r w:rsidR="00D53632">
        <w:rPr>
          <w:rFonts w:eastAsiaTheme="minorHAnsi"/>
          <w:lang w:eastAsia="en-US"/>
        </w:rPr>
        <w:t>.</w:t>
      </w:r>
    </w:p>
    <w:p w14:paraId="5E68AB70" w14:textId="496E4CEE" w:rsidR="00B95894" w:rsidRDefault="00B95894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Erstelle</w:t>
      </w:r>
      <w:r w:rsidR="00FD1004">
        <w:rPr>
          <w:rFonts w:eastAsiaTheme="minorHAnsi"/>
          <w:lang w:eastAsia="en-US"/>
        </w:rPr>
        <w:t>n Sie</w:t>
      </w:r>
      <w:r w:rsidR="00B25AA5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für die folgenden Aufgaben jeweils eine eigene (lokale) Funktion:</w:t>
      </w:r>
    </w:p>
    <w:p w14:paraId="5A106CE6" w14:textId="3D87B1B2" w:rsidR="00B95894" w:rsidRDefault="00B95894" w:rsidP="00B95894">
      <w:pPr>
        <w:pStyle w:val="Listenabsatz"/>
        <w:numPr>
          <w:ilvl w:val="0"/>
          <w:numId w:val="20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Vorwärtsfahren</w:t>
      </w:r>
    </w:p>
    <w:p w14:paraId="482439FF" w14:textId="19B8BFA6" w:rsidR="00B95894" w:rsidRDefault="00B95894" w:rsidP="00B95894">
      <w:pPr>
        <w:pStyle w:val="Listenabsatz"/>
        <w:numPr>
          <w:ilvl w:val="0"/>
          <w:numId w:val="20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Rückwärtsfahren</w:t>
      </w:r>
    </w:p>
    <w:p w14:paraId="56A25C55" w14:textId="370E95AA" w:rsidR="00B95894" w:rsidRDefault="00B95894" w:rsidP="00B95894">
      <w:pPr>
        <w:pStyle w:val="Listenabsatz"/>
        <w:numPr>
          <w:ilvl w:val="0"/>
          <w:numId w:val="20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Rechts drehen</w:t>
      </w:r>
    </w:p>
    <w:p w14:paraId="45907293" w14:textId="4D5DC671" w:rsidR="00B95894" w:rsidRDefault="00B95894" w:rsidP="00B95894">
      <w:pPr>
        <w:pStyle w:val="Listenabsatz"/>
        <w:numPr>
          <w:ilvl w:val="0"/>
          <w:numId w:val="20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Links drehen</w:t>
      </w:r>
    </w:p>
    <w:p w14:paraId="2192BA44" w14:textId="4F388ECB" w:rsidR="00B95894" w:rsidRPr="00B95894" w:rsidRDefault="00B95894" w:rsidP="00B95894">
      <w:pPr>
        <w:pStyle w:val="Listenabsatz"/>
        <w:numPr>
          <w:ilvl w:val="0"/>
          <w:numId w:val="20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Anhalten</w:t>
      </w:r>
    </w:p>
    <w:p w14:paraId="7E4E5432" w14:textId="2FEFD4C9" w:rsidR="002F7EB7" w:rsidRDefault="000226B3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Übersetze</w:t>
      </w:r>
      <w:r w:rsidR="00FD1004">
        <w:rPr>
          <w:rFonts w:eastAsiaTheme="minorHAnsi"/>
          <w:lang w:eastAsia="en-US"/>
        </w:rPr>
        <w:t>n Sie</w:t>
      </w:r>
      <w:r w:rsidR="00D064B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den Code und lade</w:t>
      </w:r>
      <w:r w:rsidR="00FD1004">
        <w:rPr>
          <w:rFonts w:eastAsiaTheme="minorHAnsi"/>
          <w:lang w:eastAsia="en-US"/>
        </w:rPr>
        <w:t>n Sie</w:t>
      </w:r>
      <w:r w:rsidR="00F90541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den Code auf den Arduino. Dazu wird zunächst der Code </w:t>
      </w:r>
      <w:r w:rsidR="008B5DF9">
        <w:rPr>
          <w:rFonts w:eastAsiaTheme="minorHAnsi"/>
          <w:lang w:eastAsia="en-US"/>
        </w:rPr>
        <w:t>kompiliert (Überprüfen)</w:t>
      </w:r>
      <w:r w:rsidR="002F7EB7">
        <w:rPr>
          <w:rFonts w:eastAsiaTheme="minorHAnsi"/>
          <w:lang w:eastAsia="en-US"/>
        </w:rPr>
        <w:t xml:space="preserve"> und dann hochgeladen.</w:t>
      </w:r>
      <w:r w:rsidR="008946CF">
        <w:rPr>
          <w:rFonts w:eastAsiaTheme="minorHAnsi"/>
          <w:lang w:eastAsia="en-US"/>
        </w:rPr>
        <w:t xml:space="preserve"> </w:t>
      </w:r>
      <w:r w:rsidR="002F7EB7">
        <w:rPr>
          <w:rFonts w:eastAsiaTheme="minorHAnsi"/>
          <w:lang w:eastAsia="en-US"/>
        </w:rPr>
        <w:t>Um den Code auf den Arduino zu laden, muss er mit einem USB-Kabel mit dem Rechner verbunden werden.</w:t>
      </w:r>
    </w:p>
    <w:p w14:paraId="7DC1B3AA" w14:textId="77777777" w:rsidR="00544A13" w:rsidRDefault="00544A13" w:rsidP="00F31442">
      <w:pPr>
        <w:spacing w:after="0" w:line="240" w:lineRule="auto"/>
        <w:rPr>
          <w:rFonts w:eastAsiaTheme="minorHAnsi"/>
          <w:lang w:eastAsia="en-US"/>
        </w:rPr>
      </w:pPr>
    </w:p>
    <w:p w14:paraId="3BFE11A9" w14:textId="3A53AF47" w:rsidR="004E37F3" w:rsidRDefault="004E37F3" w:rsidP="004E37F3">
      <w:pPr>
        <w:pStyle w:val="berschrift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Aufgabe 2</w:t>
      </w:r>
    </w:p>
    <w:p w14:paraId="6BC30547" w14:textId="77777777" w:rsidR="003120C7" w:rsidRDefault="004E37F3" w:rsidP="00014677">
      <w:pPr>
        <w:spacing w:after="0" w:line="24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Mit dem Befehl </w:t>
      </w:r>
    </w:p>
    <w:p w14:paraId="42531FDB" w14:textId="77777777" w:rsidR="003120C7" w:rsidRPr="00082632" w:rsidRDefault="00014677" w:rsidP="00082632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rPr>
          <w:rFonts w:ascii="Consolas" w:hAnsi="Consolas"/>
          <w:sz w:val="22"/>
        </w:rPr>
      </w:pPr>
      <w:proofErr w:type="spellStart"/>
      <w:proofErr w:type="gramStart"/>
      <w:r w:rsidRPr="00082632">
        <w:rPr>
          <w:rFonts w:ascii="Consolas" w:hAnsi="Consolas"/>
          <w:b/>
          <w:sz w:val="22"/>
        </w:rPr>
        <w:t>delay</w:t>
      </w:r>
      <w:proofErr w:type="spellEnd"/>
      <w:r w:rsidRPr="00082632">
        <w:rPr>
          <w:rFonts w:ascii="Consolas" w:hAnsi="Consolas"/>
          <w:b/>
          <w:sz w:val="22"/>
        </w:rPr>
        <w:t>(</w:t>
      </w:r>
      <w:proofErr w:type="gramEnd"/>
      <w:r w:rsidRPr="00082632">
        <w:rPr>
          <w:rFonts w:ascii="Consolas" w:hAnsi="Consolas"/>
          <w:b/>
          <w:sz w:val="22"/>
        </w:rPr>
        <w:t>1000);</w:t>
      </w:r>
      <w:r w:rsidRPr="00082632">
        <w:rPr>
          <w:rFonts w:ascii="Consolas" w:hAnsi="Consolas"/>
          <w:sz w:val="22"/>
        </w:rPr>
        <w:t xml:space="preserve"> </w:t>
      </w:r>
    </w:p>
    <w:p w14:paraId="76FAA075" w14:textId="33AE572D" w:rsidR="00BC1A77" w:rsidRPr="00014677" w:rsidRDefault="00BC1A77" w:rsidP="00014677">
      <w:pPr>
        <w:spacing w:after="0" w:line="240" w:lineRule="auto"/>
        <w:rPr>
          <w:rFonts w:ascii="Consolas" w:hAnsi="Consolas"/>
        </w:rPr>
      </w:pPr>
      <w:r>
        <w:rPr>
          <w:rFonts w:eastAsiaTheme="minorHAnsi"/>
          <w:lang w:eastAsia="en-US"/>
        </w:rPr>
        <w:t>kann eine Zeitverzögerung in Millisekunden eingebaut werden. Im obigen Beispiel ist es eine Sekunde, die der Arduino wartet, bevor er den nächsten Befehl ausführt.</w:t>
      </w:r>
    </w:p>
    <w:p w14:paraId="115C8C50" w14:textId="0B61D05E" w:rsidR="00BC1A77" w:rsidRDefault="004C7823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Erstell</w:t>
      </w:r>
      <w:r w:rsidR="009F3464">
        <w:rPr>
          <w:rFonts w:eastAsiaTheme="minorHAnsi"/>
          <w:lang w:eastAsia="en-US"/>
        </w:rPr>
        <w:t>e</w:t>
      </w:r>
      <w:r w:rsidR="002F6522">
        <w:rPr>
          <w:rFonts w:eastAsiaTheme="minorHAnsi"/>
          <w:lang w:eastAsia="en-US"/>
        </w:rPr>
        <w:t>n Sie</w:t>
      </w:r>
      <w:r>
        <w:rPr>
          <w:rFonts w:eastAsiaTheme="minorHAnsi"/>
          <w:lang w:eastAsia="en-US"/>
        </w:rPr>
        <w:t xml:space="preserve"> in der </w:t>
      </w:r>
      <w:proofErr w:type="gramStart"/>
      <w:r>
        <w:rPr>
          <w:rFonts w:eastAsiaTheme="minorHAnsi"/>
          <w:lang w:eastAsia="en-US"/>
        </w:rPr>
        <w:t>loop(</w:t>
      </w:r>
      <w:proofErr w:type="gramEnd"/>
      <w:r>
        <w:rPr>
          <w:rFonts w:eastAsiaTheme="minorHAnsi"/>
          <w:lang w:eastAsia="en-US"/>
        </w:rPr>
        <w:t>)-Funktion folgenden Ablauf:</w:t>
      </w:r>
    </w:p>
    <w:p w14:paraId="41A1E7A2" w14:textId="52316CC7" w:rsidR="004C7823" w:rsidRDefault="004C7823" w:rsidP="004C7823">
      <w:pPr>
        <w:pStyle w:val="Listenabsatz"/>
        <w:numPr>
          <w:ilvl w:val="0"/>
          <w:numId w:val="2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 Sekunde lang vorwärtsfahren</w:t>
      </w:r>
    </w:p>
    <w:p w14:paraId="04B22FD6" w14:textId="0620B54C" w:rsidR="004C7823" w:rsidRDefault="004C7823" w:rsidP="004C7823">
      <w:pPr>
        <w:pStyle w:val="Listenabsatz"/>
        <w:numPr>
          <w:ilvl w:val="0"/>
          <w:numId w:val="2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 Sekunde lang rückwärtsfahren</w:t>
      </w:r>
    </w:p>
    <w:p w14:paraId="17F3EC0E" w14:textId="1A4EDAE1" w:rsidR="004C7823" w:rsidRDefault="004C7823" w:rsidP="004C7823">
      <w:pPr>
        <w:pStyle w:val="Listenabsatz"/>
        <w:numPr>
          <w:ilvl w:val="0"/>
          <w:numId w:val="2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 Sekunde lang rechts drehen</w:t>
      </w:r>
    </w:p>
    <w:p w14:paraId="5E2FA228" w14:textId="00059546" w:rsidR="004C7823" w:rsidRPr="004C7823" w:rsidRDefault="004C7823" w:rsidP="004C7823">
      <w:pPr>
        <w:pStyle w:val="Listenabsatz"/>
        <w:numPr>
          <w:ilvl w:val="0"/>
          <w:numId w:val="2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 Sekunde lang links drehen</w:t>
      </w:r>
    </w:p>
    <w:p w14:paraId="678F193A" w14:textId="78C522B8" w:rsidR="00E532E7" w:rsidRDefault="001C33F1" w:rsidP="00C83DD9">
      <w:pPr>
        <w:spacing w:after="0" w:line="24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Wiederhole</w:t>
      </w:r>
      <w:r w:rsidR="002F6522">
        <w:rPr>
          <w:rFonts w:eastAsiaTheme="minorHAnsi"/>
          <w:lang w:eastAsia="en-US"/>
        </w:rPr>
        <w:t>n Sie</w:t>
      </w:r>
      <w:r w:rsidR="00CF3151">
        <w:rPr>
          <w:rFonts w:eastAsiaTheme="minorHAnsi"/>
          <w:lang w:eastAsia="en-US"/>
        </w:rPr>
        <w:t xml:space="preserve"> </w:t>
      </w:r>
      <w:r w:rsidR="00424759">
        <w:rPr>
          <w:rFonts w:eastAsiaTheme="minorHAnsi"/>
          <w:lang w:eastAsia="en-US"/>
        </w:rPr>
        <w:t xml:space="preserve">die obige </w:t>
      </w:r>
      <w:r>
        <w:rPr>
          <w:rFonts w:eastAsiaTheme="minorHAnsi"/>
          <w:lang w:eastAsia="en-US"/>
        </w:rPr>
        <w:t xml:space="preserve">Sequenz dreimal </w:t>
      </w:r>
      <w:r w:rsidR="00137BCE">
        <w:rPr>
          <w:rFonts w:eastAsiaTheme="minorHAnsi"/>
          <w:lang w:eastAsia="en-US"/>
        </w:rPr>
        <w:t>und stoppe</w:t>
      </w:r>
      <w:r w:rsidR="00E13CA8">
        <w:rPr>
          <w:rFonts w:eastAsiaTheme="minorHAnsi"/>
          <w:lang w:eastAsia="en-US"/>
        </w:rPr>
        <w:t>n Sie</w:t>
      </w:r>
      <w:r w:rsidR="00137BCE">
        <w:rPr>
          <w:rFonts w:eastAsiaTheme="minorHAnsi"/>
          <w:lang w:eastAsia="en-US"/>
        </w:rPr>
        <w:t xml:space="preserve"> danach das Fahrzeug. Mit dem Befehl</w:t>
      </w:r>
    </w:p>
    <w:p w14:paraId="53CB75C5" w14:textId="0FF93C68" w:rsidR="003120C7" w:rsidRPr="007A4C71" w:rsidRDefault="00C83DD9" w:rsidP="007A4C7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rPr>
          <w:rFonts w:ascii="Consolas" w:hAnsi="Consolas"/>
          <w:b/>
          <w:sz w:val="22"/>
        </w:rPr>
      </w:pPr>
      <w:proofErr w:type="spellStart"/>
      <w:proofErr w:type="gramStart"/>
      <w:r w:rsidRPr="007A4C71">
        <w:rPr>
          <w:rFonts w:ascii="Consolas" w:hAnsi="Consolas"/>
          <w:b/>
          <w:sz w:val="22"/>
        </w:rPr>
        <w:t>exit</w:t>
      </w:r>
      <w:proofErr w:type="spellEnd"/>
      <w:r w:rsidRPr="007A4C71">
        <w:rPr>
          <w:rFonts w:ascii="Consolas" w:hAnsi="Consolas"/>
          <w:b/>
          <w:sz w:val="22"/>
        </w:rPr>
        <w:t>(</w:t>
      </w:r>
      <w:proofErr w:type="gramEnd"/>
      <w:r w:rsidRPr="007A4C71">
        <w:rPr>
          <w:rFonts w:ascii="Consolas" w:hAnsi="Consolas"/>
          <w:b/>
          <w:sz w:val="22"/>
        </w:rPr>
        <w:t xml:space="preserve">0); </w:t>
      </w:r>
    </w:p>
    <w:p w14:paraId="02EFD6AC" w14:textId="1B4FE3E9" w:rsidR="00137BCE" w:rsidRDefault="00937599" w:rsidP="00C83DD9">
      <w:pPr>
        <w:spacing w:after="0" w:line="24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k</w:t>
      </w:r>
      <w:r w:rsidR="00137BCE">
        <w:rPr>
          <w:rFonts w:eastAsiaTheme="minorHAnsi"/>
          <w:lang w:eastAsia="en-US"/>
        </w:rPr>
        <w:t xml:space="preserve">ann </w:t>
      </w:r>
      <w:r>
        <w:rPr>
          <w:rFonts w:eastAsiaTheme="minorHAnsi"/>
          <w:lang w:eastAsia="en-US"/>
        </w:rPr>
        <w:t xml:space="preserve">die </w:t>
      </w:r>
      <w:proofErr w:type="gramStart"/>
      <w:r>
        <w:rPr>
          <w:rFonts w:eastAsiaTheme="minorHAnsi"/>
          <w:lang w:eastAsia="en-US"/>
        </w:rPr>
        <w:t>loop(</w:t>
      </w:r>
      <w:proofErr w:type="gramEnd"/>
      <w:r>
        <w:rPr>
          <w:rFonts w:eastAsiaTheme="minorHAnsi"/>
          <w:lang w:eastAsia="en-US"/>
        </w:rPr>
        <w:t>)-Dauerschleife ab</w:t>
      </w:r>
      <w:r w:rsidR="00821D84">
        <w:rPr>
          <w:rFonts w:eastAsiaTheme="minorHAnsi"/>
          <w:lang w:eastAsia="en-US"/>
        </w:rPr>
        <w:t>ge</w:t>
      </w:r>
      <w:r>
        <w:rPr>
          <w:rFonts w:eastAsiaTheme="minorHAnsi"/>
          <w:lang w:eastAsia="en-US"/>
        </w:rPr>
        <w:t>br</w:t>
      </w:r>
      <w:r w:rsidR="00821D84">
        <w:rPr>
          <w:rFonts w:eastAsiaTheme="minorHAnsi"/>
          <w:lang w:eastAsia="en-US"/>
        </w:rPr>
        <w:t>o</w:t>
      </w:r>
      <w:r>
        <w:rPr>
          <w:rFonts w:eastAsiaTheme="minorHAnsi"/>
          <w:lang w:eastAsia="en-US"/>
        </w:rPr>
        <w:t xml:space="preserve">chen </w:t>
      </w:r>
      <w:r w:rsidR="00821D84">
        <w:rPr>
          <w:rFonts w:eastAsiaTheme="minorHAnsi"/>
          <w:lang w:eastAsia="en-US"/>
        </w:rPr>
        <w:t xml:space="preserve">werden </w:t>
      </w:r>
      <w:r>
        <w:rPr>
          <w:rFonts w:eastAsiaTheme="minorHAnsi"/>
          <w:lang w:eastAsia="en-US"/>
        </w:rPr>
        <w:t>(</w:t>
      </w:r>
      <w:proofErr w:type="spellStart"/>
      <w:r>
        <w:rPr>
          <w:rFonts w:eastAsiaTheme="minorHAnsi"/>
          <w:lang w:eastAsia="en-US"/>
        </w:rPr>
        <w:t>return</w:t>
      </w:r>
      <w:proofErr w:type="spellEnd"/>
      <w:r>
        <w:rPr>
          <w:rFonts w:eastAsiaTheme="minorHAnsi"/>
          <w:lang w:eastAsia="en-US"/>
        </w:rPr>
        <w:t xml:space="preserve"> reicht nicht, da die loop()-Funktion immer wieder neu aufgerufen wird).</w:t>
      </w:r>
    </w:p>
    <w:p w14:paraId="704860F2" w14:textId="415FF5E6" w:rsidR="001375D9" w:rsidRDefault="001375D9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Beobachte</w:t>
      </w:r>
      <w:r w:rsidR="00EC5D74">
        <w:rPr>
          <w:rFonts w:eastAsiaTheme="minorHAnsi"/>
          <w:lang w:eastAsia="en-US"/>
        </w:rPr>
        <w:t>n Sie</w:t>
      </w:r>
      <w:r>
        <w:rPr>
          <w:rFonts w:eastAsiaTheme="minorHAnsi"/>
          <w:lang w:eastAsia="en-US"/>
        </w:rPr>
        <w:t xml:space="preserve"> das Fahrzeug bei der Ausführung der Befehle. Was kannst über die Wiederholgenauigkeit fest</w:t>
      </w:r>
      <w:r w:rsidR="00AA3EE6">
        <w:rPr>
          <w:rFonts w:eastAsiaTheme="minorHAnsi"/>
          <w:lang w:eastAsia="en-US"/>
        </w:rPr>
        <w:t>ge</w:t>
      </w:r>
      <w:r>
        <w:rPr>
          <w:rFonts w:eastAsiaTheme="minorHAnsi"/>
          <w:lang w:eastAsia="en-US"/>
        </w:rPr>
        <w:t>stell</w:t>
      </w:r>
      <w:r w:rsidR="00AA3EE6">
        <w:rPr>
          <w:rFonts w:eastAsiaTheme="minorHAnsi"/>
          <w:lang w:eastAsia="en-US"/>
        </w:rPr>
        <w:t>t werd</w:t>
      </w:r>
      <w:r>
        <w:rPr>
          <w:rFonts w:eastAsiaTheme="minorHAnsi"/>
          <w:lang w:eastAsia="en-US"/>
        </w:rPr>
        <w:t>en?</w:t>
      </w:r>
    </w:p>
    <w:p w14:paraId="47598E2B" w14:textId="77777777" w:rsidR="00FC2765" w:rsidRDefault="00FC2765" w:rsidP="00F31442">
      <w:pPr>
        <w:spacing w:after="0" w:line="240" w:lineRule="auto"/>
        <w:rPr>
          <w:rFonts w:eastAsiaTheme="minorHAnsi"/>
          <w:lang w:eastAsia="en-US"/>
        </w:rPr>
      </w:pPr>
    </w:p>
    <w:p w14:paraId="45BEAE1A" w14:textId="5D2FBE7C" w:rsidR="001375D9" w:rsidRDefault="00344B39" w:rsidP="00344B39">
      <w:pPr>
        <w:pStyle w:val="berschrift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Aufgabe </w:t>
      </w:r>
      <w:r w:rsidR="00A118BB">
        <w:rPr>
          <w:rFonts w:eastAsiaTheme="minorHAnsi"/>
          <w:lang w:eastAsia="en-US"/>
        </w:rPr>
        <w:t>3</w:t>
      </w:r>
    </w:p>
    <w:p w14:paraId="16F2CB9E" w14:textId="52343010" w:rsidR="001B6FE4" w:rsidRDefault="00895258" w:rsidP="001B6FE4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Die beiden </w:t>
      </w:r>
      <w:proofErr w:type="spellStart"/>
      <w:r>
        <w:rPr>
          <w:rFonts w:eastAsiaTheme="minorHAnsi"/>
          <w:lang w:eastAsia="en-US"/>
        </w:rPr>
        <w:t>Enable</w:t>
      </w:r>
      <w:proofErr w:type="spellEnd"/>
      <w:r>
        <w:rPr>
          <w:rFonts w:eastAsiaTheme="minorHAnsi"/>
          <w:lang w:eastAsia="en-US"/>
        </w:rPr>
        <w:t xml:space="preserve">-Kontroll-Pins können aber auch verwendet werden, um den Spannungspegel einzustellen. Damit lässt sich die Geschwindigkeit der Motoren einstellen. Dazu </w:t>
      </w:r>
      <w:r w:rsidR="00D03FD8">
        <w:rPr>
          <w:rFonts w:eastAsiaTheme="minorHAnsi"/>
          <w:lang w:eastAsia="en-US"/>
        </w:rPr>
        <w:t xml:space="preserve">wird </w:t>
      </w:r>
      <w:r>
        <w:rPr>
          <w:rFonts w:eastAsiaTheme="minorHAnsi"/>
          <w:lang w:eastAsia="en-US"/>
        </w:rPr>
        <w:t xml:space="preserve">der Pin </w:t>
      </w:r>
      <w:r w:rsidR="000A0A7F">
        <w:rPr>
          <w:rFonts w:eastAsiaTheme="minorHAnsi"/>
          <w:lang w:eastAsia="en-US"/>
        </w:rPr>
        <w:t xml:space="preserve">analog </w:t>
      </w:r>
      <w:r>
        <w:rPr>
          <w:rFonts w:eastAsiaTheme="minorHAnsi"/>
          <w:lang w:eastAsia="en-US"/>
        </w:rPr>
        <w:t xml:space="preserve">beschrieben. </w:t>
      </w:r>
      <w:r w:rsidR="00B23F82">
        <w:rPr>
          <w:rFonts w:eastAsiaTheme="minorHAnsi"/>
          <w:lang w:eastAsia="en-US"/>
        </w:rPr>
        <w:t>Da der zugehörige</w:t>
      </w:r>
      <w:r w:rsidR="00AB3ED0">
        <w:rPr>
          <w:rFonts w:eastAsiaTheme="minorHAnsi"/>
          <w:lang w:eastAsia="en-US"/>
        </w:rPr>
        <w:t xml:space="preserve"> Speicher eine Größe von einem Byte ohne Vorzeichen</w:t>
      </w:r>
      <w:r w:rsidR="002C0821">
        <w:rPr>
          <w:rFonts w:eastAsiaTheme="minorHAnsi"/>
          <w:lang w:eastAsia="en-US"/>
        </w:rPr>
        <w:t xml:space="preserve"> hat, sind </w:t>
      </w:r>
      <w:r w:rsidR="00AB3ED0">
        <w:rPr>
          <w:rFonts w:eastAsiaTheme="minorHAnsi"/>
          <w:lang w:eastAsia="en-US"/>
        </w:rPr>
        <w:t>Werte von 0 bis 255 möglich.</w:t>
      </w:r>
      <w:r w:rsidR="006818F8">
        <w:rPr>
          <w:rFonts w:eastAsiaTheme="minorHAnsi"/>
          <w:lang w:eastAsia="en-US"/>
        </w:rPr>
        <w:t xml:space="preserve"> </w:t>
      </w:r>
      <w:r w:rsidR="001B6FE4">
        <w:rPr>
          <w:rFonts w:eastAsiaTheme="minorHAnsi"/>
          <w:lang w:eastAsia="en-US"/>
        </w:rPr>
        <w:t>Definieren Sie dazu einen eigenen Datentypen u8:</w:t>
      </w:r>
    </w:p>
    <w:p w14:paraId="7B7A2EEE" w14:textId="77777777" w:rsidR="001B6FE4" w:rsidRPr="006818F8" w:rsidRDefault="001B6FE4" w:rsidP="00BD3D54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rPr>
          <w:rFonts w:ascii="Consolas" w:hAnsi="Consolas"/>
          <w:b/>
          <w:sz w:val="22"/>
        </w:rPr>
      </w:pPr>
      <w:proofErr w:type="spellStart"/>
      <w:r w:rsidRPr="006818F8">
        <w:rPr>
          <w:rFonts w:ascii="Consolas" w:hAnsi="Consolas"/>
          <w:b/>
          <w:sz w:val="22"/>
        </w:rPr>
        <w:lastRenderedPageBreak/>
        <w:t>typedef</w:t>
      </w:r>
      <w:proofErr w:type="spellEnd"/>
      <w:r w:rsidRPr="006818F8">
        <w:rPr>
          <w:rFonts w:ascii="Consolas" w:hAnsi="Consolas"/>
          <w:b/>
          <w:sz w:val="22"/>
        </w:rPr>
        <w:t xml:space="preserve"> </w:t>
      </w:r>
      <w:proofErr w:type="spellStart"/>
      <w:r w:rsidRPr="006818F8">
        <w:rPr>
          <w:rFonts w:ascii="Consolas" w:hAnsi="Consolas"/>
          <w:b/>
          <w:sz w:val="22"/>
        </w:rPr>
        <w:t>unsigned</w:t>
      </w:r>
      <w:proofErr w:type="spellEnd"/>
      <w:r w:rsidRPr="006818F8">
        <w:rPr>
          <w:rFonts w:ascii="Consolas" w:hAnsi="Consolas"/>
          <w:b/>
          <w:sz w:val="22"/>
        </w:rPr>
        <w:t xml:space="preserve"> </w:t>
      </w:r>
      <w:proofErr w:type="spellStart"/>
      <w:r w:rsidRPr="006818F8">
        <w:rPr>
          <w:rFonts w:ascii="Consolas" w:hAnsi="Consolas"/>
          <w:b/>
          <w:sz w:val="22"/>
        </w:rPr>
        <w:t>char</w:t>
      </w:r>
      <w:proofErr w:type="spellEnd"/>
      <w:r w:rsidRPr="006818F8">
        <w:rPr>
          <w:rFonts w:ascii="Consolas" w:hAnsi="Consolas"/>
          <w:b/>
          <w:sz w:val="22"/>
        </w:rPr>
        <w:t xml:space="preserve"> u8;</w:t>
      </w:r>
    </w:p>
    <w:p w14:paraId="71FF56D1" w14:textId="3DE038DB" w:rsidR="008A53F9" w:rsidRDefault="00EC30E3" w:rsidP="00F97A59">
      <w:r>
        <w:t xml:space="preserve">Damit </w:t>
      </w:r>
      <w:r w:rsidR="00B67D66">
        <w:t xml:space="preserve">unterschiedliche </w:t>
      </w:r>
      <w:r>
        <w:t>Geschwindigkeit</w:t>
      </w:r>
      <w:r w:rsidR="00AB5FEE">
        <w:t>en</w:t>
      </w:r>
      <w:r>
        <w:t xml:space="preserve"> des Motors eingestellt werden </w:t>
      </w:r>
      <w:r w:rsidR="00F62A7A">
        <w:t>können</w:t>
      </w:r>
      <w:r>
        <w:t>, müssen die ENA- und ENB-Pins analog beschrieben werden</w:t>
      </w:r>
      <w:r w:rsidR="008A53F9">
        <w:t>.</w:t>
      </w:r>
    </w:p>
    <w:p w14:paraId="15163E87" w14:textId="01835AFD" w:rsidR="008A53F9" w:rsidRPr="006818F8" w:rsidRDefault="008A53F9" w:rsidP="00DF6390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rPr>
          <w:rFonts w:ascii="Consolas" w:hAnsi="Consolas"/>
          <w:b/>
          <w:sz w:val="22"/>
        </w:rPr>
      </w:pPr>
      <w:proofErr w:type="spellStart"/>
      <w:proofErr w:type="gramStart"/>
      <w:r w:rsidRPr="006818F8">
        <w:rPr>
          <w:rFonts w:ascii="Consolas" w:hAnsi="Consolas"/>
          <w:b/>
          <w:sz w:val="22"/>
        </w:rPr>
        <w:t>analogWrite</w:t>
      </w:r>
      <w:proofErr w:type="spellEnd"/>
      <w:r w:rsidRPr="006818F8">
        <w:rPr>
          <w:rFonts w:ascii="Consolas" w:hAnsi="Consolas"/>
          <w:b/>
          <w:sz w:val="22"/>
        </w:rPr>
        <w:t>(</w:t>
      </w:r>
      <w:proofErr w:type="gramEnd"/>
      <w:r w:rsidRPr="006818F8">
        <w:rPr>
          <w:rFonts w:ascii="Consolas" w:hAnsi="Consolas"/>
          <w:b/>
          <w:sz w:val="22"/>
        </w:rPr>
        <w:t>ENA, &lt;u8-wert&gt;)</w:t>
      </w:r>
    </w:p>
    <w:p w14:paraId="15EFF6C5" w14:textId="1D556405" w:rsidR="001B6FE4" w:rsidRDefault="001B6FE4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Schreiben Sie </w:t>
      </w:r>
      <w:r w:rsidR="005E06A6">
        <w:rPr>
          <w:rFonts w:eastAsiaTheme="minorHAnsi"/>
          <w:lang w:eastAsia="en-US"/>
        </w:rPr>
        <w:t xml:space="preserve">dafür </w:t>
      </w:r>
      <w:r>
        <w:rPr>
          <w:rFonts w:eastAsiaTheme="minorHAnsi"/>
          <w:lang w:eastAsia="en-US"/>
        </w:rPr>
        <w:t xml:space="preserve">eine neue Funktion </w:t>
      </w:r>
    </w:p>
    <w:p w14:paraId="74CD1DB8" w14:textId="124A4AF1" w:rsidR="00D9119B" w:rsidRPr="002039DE" w:rsidRDefault="001B6FE4" w:rsidP="00D9119B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rPr>
          <w:rFonts w:ascii="Consolas" w:hAnsi="Consolas"/>
          <w:b/>
          <w:sz w:val="22"/>
        </w:rPr>
      </w:pPr>
      <w:proofErr w:type="spellStart"/>
      <w:proofErr w:type="gramStart"/>
      <w:r w:rsidRPr="002039DE">
        <w:rPr>
          <w:rFonts w:ascii="Consolas" w:hAnsi="Consolas"/>
          <w:b/>
          <w:sz w:val="22"/>
        </w:rPr>
        <w:t>setSpeed</w:t>
      </w:r>
      <w:proofErr w:type="spellEnd"/>
      <w:r w:rsidRPr="002039DE">
        <w:rPr>
          <w:rFonts w:ascii="Consolas" w:hAnsi="Consolas"/>
          <w:b/>
          <w:sz w:val="22"/>
        </w:rPr>
        <w:t>(</w:t>
      </w:r>
      <w:proofErr w:type="gramEnd"/>
      <w:r w:rsidR="00D9119B" w:rsidRPr="002039DE">
        <w:rPr>
          <w:rFonts w:ascii="Consolas" w:hAnsi="Consolas"/>
          <w:b/>
          <w:sz w:val="22"/>
        </w:rPr>
        <w:t xml:space="preserve">u8 </w:t>
      </w:r>
      <w:proofErr w:type="spellStart"/>
      <w:r w:rsidR="00D9119B" w:rsidRPr="002039DE">
        <w:rPr>
          <w:rFonts w:ascii="Consolas" w:hAnsi="Consolas"/>
          <w:b/>
          <w:sz w:val="22"/>
        </w:rPr>
        <w:t>speed</w:t>
      </w:r>
      <w:proofErr w:type="spellEnd"/>
      <w:r w:rsidRPr="002039DE">
        <w:rPr>
          <w:rFonts w:ascii="Consolas" w:hAnsi="Consolas"/>
          <w:b/>
          <w:sz w:val="22"/>
        </w:rPr>
        <w:t xml:space="preserve">) </w:t>
      </w:r>
    </w:p>
    <w:p w14:paraId="575863D9" w14:textId="72072E9E" w:rsidR="00EC30E3" w:rsidRDefault="00EC30E3" w:rsidP="001B6FE4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in der nur die beiden Befehle </w:t>
      </w:r>
      <w:proofErr w:type="spellStart"/>
      <w:r w:rsidR="005E06A6">
        <w:rPr>
          <w:rFonts w:eastAsiaTheme="minorHAnsi"/>
          <w:lang w:eastAsia="en-US"/>
        </w:rPr>
        <w:t>analogWrite</w:t>
      </w:r>
      <w:proofErr w:type="spellEnd"/>
      <w:r w:rsidR="005E06A6">
        <w:rPr>
          <w:rFonts w:eastAsiaTheme="minorHAnsi"/>
          <w:lang w:eastAsia="en-US"/>
        </w:rPr>
        <w:t xml:space="preserve"> mit dem übergebenen Parameterwert aufg</w:t>
      </w:r>
      <w:r w:rsidR="008F7240">
        <w:rPr>
          <w:rFonts w:eastAsiaTheme="minorHAnsi"/>
          <w:lang w:eastAsia="en-US"/>
        </w:rPr>
        <w:t>e</w:t>
      </w:r>
      <w:r w:rsidR="005E06A6">
        <w:rPr>
          <w:rFonts w:eastAsiaTheme="minorHAnsi"/>
          <w:lang w:eastAsia="en-US"/>
        </w:rPr>
        <w:t xml:space="preserve">rufen werden. </w:t>
      </w:r>
      <w:r w:rsidR="008F7240">
        <w:rPr>
          <w:rFonts w:eastAsiaTheme="minorHAnsi"/>
          <w:lang w:eastAsia="en-US"/>
        </w:rPr>
        <w:t xml:space="preserve">Um </w:t>
      </w:r>
      <w:r w:rsidR="007B0C1E">
        <w:rPr>
          <w:rFonts w:eastAsiaTheme="minorHAnsi"/>
          <w:lang w:eastAsia="en-US"/>
        </w:rPr>
        <w:t xml:space="preserve">Doppelungen zu vermeiden, </w:t>
      </w:r>
      <w:r w:rsidR="007F1E33">
        <w:rPr>
          <w:rFonts w:eastAsiaTheme="minorHAnsi"/>
          <w:lang w:eastAsia="en-US"/>
        </w:rPr>
        <w:t xml:space="preserve">müssen die </w:t>
      </w:r>
      <w:proofErr w:type="spellStart"/>
      <w:r w:rsidR="007F1E33">
        <w:rPr>
          <w:rFonts w:eastAsiaTheme="minorHAnsi"/>
          <w:lang w:eastAsia="en-US"/>
        </w:rPr>
        <w:t>digitalWrite</w:t>
      </w:r>
      <w:proofErr w:type="spellEnd"/>
      <w:r w:rsidR="007F1E33">
        <w:rPr>
          <w:rFonts w:eastAsiaTheme="minorHAnsi"/>
          <w:lang w:eastAsia="en-US"/>
        </w:rPr>
        <w:t>-Befehle</w:t>
      </w:r>
      <w:r w:rsidR="00980B64">
        <w:rPr>
          <w:rFonts w:eastAsiaTheme="minorHAnsi"/>
          <w:lang w:eastAsia="en-US"/>
        </w:rPr>
        <w:t xml:space="preserve"> </w:t>
      </w:r>
      <w:r w:rsidR="000D6FE4">
        <w:rPr>
          <w:rFonts w:eastAsiaTheme="minorHAnsi"/>
          <w:lang w:eastAsia="en-US"/>
        </w:rPr>
        <w:t xml:space="preserve">für ENA und ENB </w:t>
      </w:r>
      <w:r w:rsidR="007F1E33">
        <w:rPr>
          <w:rFonts w:eastAsiaTheme="minorHAnsi"/>
          <w:lang w:eastAsia="en-US"/>
        </w:rPr>
        <w:t xml:space="preserve">in den bereits erstellten </w:t>
      </w:r>
      <w:r w:rsidR="00561521">
        <w:rPr>
          <w:rFonts w:eastAsiaTheme="minorHAnsi"/>
          <w:lang w:eastAsia="en-US"/>
        </w:rPr>
        <w:t xml:space="preserve">Funktionen </w:t>
      </w:r>
      <w:r w:rsidR="00414519">
        <w:rPr>
          <w:rFonts w:eastAsiaTheme="minorHAnsi"/>
          <w:lang w:eastAsia="en-US"/>
        </w:rPr>
        <w:t>jeweils gelöscht werden.</w:t>
      </w:r>
    </w:p>
    <w:p w14:paraId="14C53E4E" w14:textId="5227AE59" w:rsidR="00546465" w:rsidRDefault="003F4578" w:rsidP="001B6FE4">
      <w:pPr>
        <w:rPr>
          <w:rFonts w:ascii="Consolas" w:hAnsi="Consolas"/>
          <w:b/>
        </w:rPr>
      </w:pPr>
      <w:r>
        <w:rPr>
          <w:rFonts w:eastAsiaTheme="minorHAnsi"/>
          <w:lang w:eastAsia="en-US"/>
        </w:rPr>
        <w:t>Änder</w:t>
      </w:r>
      <w:r w:rsidR="005E53D6">
        <w:rPr>
          <w:rFonts w:eastAsiaTheme="minorHAnsi"/>
          <w:lang w:eastAsia="en-US"/>
        </w:rPr>
        <w:t>n Sie</w:t>
      </w:r>
      <w:r>
        <w:rPr>
          <w:rFonts w:eastAsiaTheme="minorHAnsi"/>
          <w:lang w:eastAsia="en-US"/>
        </w:rPr>
        <w:t xml:space="preserve"> die Funktionen so ab, dass sie mit einem</w:t>
      </w:r>
      <w:r w:rsidR="00546465">
        <w:rPr>
          <w:rFonts w:eastAsiaTheme="minorHAnsi"/>
          <w:lang w:eastAsia="en-US"/>
        </w:rPr>
        <w:t xml:space="preserve"> Byte-Wert parametrisiert werden können.</w:t>
      </w:r>
      <w:r w:rsidR="00AE7885">
        <w:rPr>
          <w:rFonts w:eastAsiaTheme="minorHAnsi"/>
          <w:lang w:eastAsia="en-US"/>
        </w:rPr>
        <w:t xml:space="preserve"> </w:t>
      </w:r>
    </w:p>
    <w:p w14:paraId="18C4C6A7" w14:textId="5E62EAEB" w:rsidR="00545721" w:rsidRDefault="00545721" w:rsidP="00545721">
      <w:r>
        <w:t>Änder</w:t>
      </w:r>
      <w:r w:rsidR="00EF1B28">
        <w:t>n</w:t>
      </w:r>
      <w:r>
        <w:t xml:space="preserve"> </w:t>
      </w:r>
      <w:r w:rsidR="00EF1B28">
        <w:t xml:space="preserve">Sie </w:t>
      </w:r>
      <w:r>
        <w:t xml:space="preserve">die Aufgabe 2 von oben so ab, dass das Fahrzeug </w:t>
      </w:r>
      <w:r w:rsidR="00A653CC">
        <w:t xml:space="preserve">unter Verwendung der umgearbeiteten Funktionen </w:t>
      </w:r>
      <w:r>
        <w:t xml:space="preserve">mit </w:t>
      </w:r>
      <w:r w:rsidR="00862340">
        <w:t>langsame</w:t>
      </w:r>
      <w:r w:rsidR="0077563E">
        <w:t xml:space="preserve">m </w:t>
      </w:r>
      <w:r>
        <w:t xml:space="preserve">Tempo geradeaus fährt und </w:t>
      </w:r>
      <w:r w:rsidR="006015D5">
        <w:t xml:space="preserve">anschließend </w:t>
      </w:r>
      <w:r w:rsidR="00FD0F9D">
        <w:t xml:space="preserve">langsam </w:t>
      </w:r>
      <w:r>
        <w:t>dreht.</w:t>
      </w:r>
    </w:p>
    <w:p w14:paraId="4B651F20" w14:textId="4D054A25" w:rsidR="004502A0" w:rsidRDefault="00D73133" w:rsidP="00D73133">
      <w:r>
        <w:t>Beispiel</w:t>
      </w:r>
      <w:r w:rsidR="00FD0F9D">
        <w:t xml:space="preserve">: </w:t>
      </w:r>
      <w:proofErr w:type="spellStart"/>
      <w:proofErr w:type="gramStart"/>
      <w:r w:rsidR="00FD0F9D">
        <w:t>analogWrite</w:t>
      </w:r>
      <w:proofErr w:type="spellEnd"/>
      <w:r w:rsidR="00FD0F9D">
        <w:t>(</w:t>
      </w:r>
      <w:proofErr w:type="gramEnd"/>
      <w:r w:rsidR="00FD0F9D">
        <w:t xml:space="preserve">ENA, 100); </w:t>
      </w:r>
      <w:r w:rsidR="00E64347">
        <w:t xml:space="preserve">Dabei </w:t>
      </w:r>
      <w:r w:rsidR="00B10F27">
        <w:t>muss beachtet werden, dass der Motor nicht mit jedem kleinen Wert anläuft und je geringer der eingestellte Wert ist, desto größer wirkt sich die Trägheit des Motors aus.</w:t>
      </w:r>
    </w:p>
    <w:p w14:paraId="5EFA4C86" w14:textId="77777777" w:rsidR="00B10F27" w:rsidRPr="00F31442" w:rsidRDefault="00B10F27" w:rsidP="00F31442">
      <w:pPr>
        <w:spacing w:after="0" w:line="240" w:lineRule="auto"/>
        <w:rPr>
          <w:rFonts w:eastAsiaTheme="minorHAnsi"/>
          <w:lang w:eastAsia="en-US"/>
        </w:rPr>
      </w:pPr>
    </w:p>
    <w:p w14:paraId="1419E2D4" w14:textId="69B4767E" w:rsidR="004502A0" w:rsidRDefault="005C4F02" w:rsidP="004502A0">
      <w:pPr>
        <w:pStyle w:val="berschrift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Aufgabe</w:t>
      </w:r>
      <w:r w:rsidR="004502A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4</w:t>
      </w:r>
    </w:p>
    <w:p w14:paraId="401FA1BD" w14:textId="517F76F6" w:rsidR="004502A0" w:rsidRDefault="00AE590F" w:rsidP="004502A0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Speichern Sie die Aufgabe 3 als Aufgabe 4 (Kopie erstellen)</w:t>
      </w:r>
      <w:r w:rsidR="00E50403">
        <w:rPr>
          <w:rFonts w:eastAsiaTheme="minorHAnsi"/>
          <w:lang w:eastAsia="en-US"/>
        </w:rPr>
        <w:t xml:space="preserve"> und e</w:t>
      </w:r>
      <w:r w:rsidR="004502A0">
        <w:rPr>
          <w:rFonts w:eastAsiaTheme="minorHAnsi"/>
          <w:lang w:eastAsia="en-US"/>
        </w:rPr>
        <w:t>rstelle</w:t>
      </w:r>
      <w:r w:rsidR="00604FB3">
        <w:rPr>
          <w:rFonts w:eastAsiaTheme="minorHAnsi"/>
          <w:lang w:eastAsia="en-US"/>
        </w:rPr>
        <w:t>n Sie</w:t>
      </w:r>
      <w:r w:rsidR="004502A0">
        <w:rPr>
          <w:rFonts w:eastAsiaTheme="minorHAnsi"/>
          <w:lang w:eastAsia="en-US"/>
        </w:rPr>
        <w:t xml:space="preserve"> </w:t>
      </w:r>
      <w:r w:rsidR="00E50403">
        <w:rPr>
          <w:rFonts w:eastAsiaTheme="minorHAnsi"/>
          <w:lang w:eastAsia="en-US"/>
        </w:rPr>
        <w:t xml:space="preserve">dann </w:t>
      </w:r>
      <w:r w:rsidR="004502A0">
        <w:rPr>
          <w:rFonts w:eastAsiaTheme="minorHAnsi"/>
          <w:lang w:eastAsia="en-US"/>
        </w:rPr>
        <w:t xml:space="preserve">eine eigene Bibliothek für die </w:t>
      </w:r>
      <w:r w:rsidR="00E50403">
        <w:rPr>
          <w:rFonts w:eastAsiaTheme="minorHAnsi"/>
          <w:lang w:eastAsia="en-US"/>
        </w:rPr>
        <w:t xml:space="preserve">Funktionen der </w:t>
      </w:r>
      <w:r w:rsidR="004502A0">
        <w:rPr>
          <w:rFonts w:eastAsiaTheme="minorHAnsi"/>
          <w:lang w:eastAsia="en-US"/>
        </w:rPr>
        <w:t>Motor</w:t>
      </w:r>
      <w:r w:rsidR="00E50403">
        <w:rPr>
          <w:rFonts w:eastAsiaTheme="minorHAnsi"/>
          <w:lang w:eastAsia="en-US"/>
        </w:rPr>
        <w:t xml:space="preserve">ansteuerung </w:t>
      </w:r>
      <w:r w:rsidR="004502A0">
        <w:rPr>
          <w:rFonts w:eastAsiaTheme="minorHAnsi"/>
          <w:lang w:eastAsia="en-US"/>
        </w:rPr>
        <w:t xml:space="preserve">(die Funktionen von Aufgabe </w:t>
      </w:r>
      <w:r w:rsidR="007D78AE">
        <w:rPr>
          <w:rFonts w:eastAsiaTheme="minorHAnsi"/>
          <w:lang w:eastAsia="en-US"/>
        </w:rPr>
        <w:t>3</w:t>
      </w:r>
      <w:r w:rsidR="004502A0">
        <w:rPr>
          <w:rFonts w:eastAsiaTheme="minorHAnsi"/>
          <w:lang w:eastAsia="en-US"/>
        </w:rPr>
        <w:t>)</w:t>
      </w:r>
      <w:r w:rsidR="0049220F">
        <w:rPr>
          <w:rFonts w:eastAsiaTheme="minorHAnsi"/>
          <w:lang w:eastAsia="en-US"/>
        </w:rPr>
        <w:t xml:space="preserve">. </w:t>
      </w:r>
      <w:r w:rsidR="0080372C">
        <w:rPr>
          <w:rFonts w:eastAsiaTheme="minorHAnsi"/>
          <w:lang w:eastAsia="en-US"/>
        </w:rPr>
        <w:t>Löschen Sie die Funktionen der Motorsteue</w:t>
      </w:r>
      <w:r w:rsidR="007858FA">
        <w:rPr>
          <w:rFonts w:eastAsiaTheme="minorHAnsi"/>
          <w:lang w:eastAsia="en-US"/>
        </w:rPr>
        <w:t xml:space="preserve">rung in Aufgabe4.ino </w:t>
      </w:r>
      <w:r w:rsidR="004502A0">
        <w:rPr>
          <w:rFonts w:eastAsiaTheme="minorHAnsi"/>
          <w:lang w:eastAsia="en-US"/>
        </w:rPr>
        <w:t>und importiere</w:t>
      </w:r>
      <w:r w:rsidR="00337DF6">
        <w:rPr>
          <w:rFonts w:eastAsiaTheme="minorHAnsi"/>
          <w:lang w:eastAsia="en-US"/>
        </w:rPr>
        <w:t>n</w:t>
      </w:r>
      <w:r w:rsidR="004502A0">
        <w:rPr>
          <w:rFonts w:eastAsiaTheme="minorHAnsi"/>
          <w:lang w:eastAsia="en-US"/>
        </w:rPr>
        <w:t xml:space="preserve"> </w:t>
      </w:r>
      <w:r w:rsidR="00337DF6">
        <w:rPr>
          <w:rFonts w:eastAsiaTheme="minorHAnsi"/>
          <w:lang w:eastAsia="en-US"/>
        </w:rPr>
        <w:t xml:space="preserve">Sie </w:t>
      </w:r>
      <w:r w:rsidR="004502A0">
        <w:rPr>
          <w:rFonts w:eastAsiaTheme="minorHAnsi"/>
          <w:lang w:eastAsia="en-US"/>
        </w:rPr>
        <w:t xml:space="preserve">sie in die </w:t>
      </w:r>
      <w:r w:rsidR="00B763C9">
        <w:rPr>
          <w:rFonts w:eastAsiaTheme="minorHAnsi"/>
          <w:lang w:eastAsia="en-US"/>
        </w:rPr>
        <w:t>aktuelle Programmdatei (Aufgabe4.ino)</w:t>
      </w:r>
      <w:r w:rsidR="004502A0">
        <w:rPr>
          <w:rFonts w:eastAsiaTheme="minorHAnsi"/>
          <w:lang w:eastAsia="en-US"/>
        </w:rPr>
        <w:t>. Teste</w:t>
      </w:r>
      <w:r w:rsidR="00905137">
        <w:rPr>
          <w:rFonts w:eastAsiaTheme="minorHAnsi"/>
          <w:lang w:eastAsia="en-US"/>
        </w:rPr>
        <w:t>n Sie</w:t>
      </w:r>
      <w:r w:rsidR="004502A0">
        <w:rPr>
          <w:rFonts w:eastAsiaTheme="minorHAnsi"/>
          <w:lang w:eastAsia="en-US"/>
        </w:rPr>
        <w:t xml:space="preserve"> die Anwendung erneut.</w:t>
      </w:r>
    </w:p>
    <w:p w14:paraId="188CB321" w14:textId="77777777" w:rsidR="004502A0" w:rsidRDefault="004502A0" w:rsidP="004502A0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Hinweise: eigene Bibliotheken müssen als C++-Dateien zusammen mit ihrer zugehörigen Headerdatei erstellt werden, zur Definition der Pins und der Funktion Serial müssen die folgenden Standard-Arduino-Bibliotheken eingebunden werden: &lt;</w:t>
      </w:r>
      <w:proofErr w:type="spellStart"/>
      <w:r>
        <w:rPr>
          <w:rFonts w:eastAsiaTheme="minorHAnsi"/>
          <w:lang w:eastAsia="en-US"/>
        </w:rPr>
        <w:t>Arduino.h</w:t>
      </w:r>
      <w:proofErr w:type="spellEnd"/>
      <w:r>
        <w:rPr>
          <w:rFonts w:eastAsiaTheme="minorHAnsi"/>
          <w:lang w:eastAsia="en-US"/>
        </w:rPr>
        <w:t>&gt; und &lt;</w:t>
      </w:r>
      <w:proofErr w:type="spellStart"/>
      <w:r>
        <w:rPr>
          <w:rFonts w:eastAsiaTheme="minorHAnsi"/>
          <w:lang w:eastAsia="en-US"/>
        </w:rPr>
        <w:t>SoftwareSerial.h</w:t>
      </w:r>
      <w:proofErr w:type="spellEnd"/>
      <w:r>
        <w:rPr>
          <w:rFonts w:eastAsiaTheme="minorHAnsi"/>
          <w:lang w:eastAsia="en-US"/>
        </w:rPr>
        <w:t xml:space="preserve">&gt; in die Header-Datei eingebunden werden. Diese beiden Dateien müssen in den </w:t>
      </w:r>
      <w:proofErr w:type="spellStart"/>
      <w:r>
        <w:rPr>
          <w:rFonts w:eastAsiaTheme="minorHAnsi"/>
          <w:lang w:eastAsia="en-US"/>
        </w:rPr>
        <w:t>libraries</w:t>
      </w:r>
      <w:proofErr w:type="spellEnd"/>
      <w:r>
        <w:rPr>
          <w:rFonts w:eastAsiaTheme="minorHAnsi"/>
          <w:lang w:eastAsia="en-US"/>
        </w:rPr>
        <w:t xml:space="preserve">-Ordner im lokalen </w:t>
      </w:r>
      <w:proofErr w:type="spellStart"/>
      <w:r>
        <w:rPr>
          <w:rFonts w:eastAsiaTheme="minorHAnsi"/>
          <w:lang w:eastAsia="en-US"/>
        </w:rPr>
        <w:t>Sketchbook</w:t>
      </w:r>
      <w:proofErr w:type="spellEnd"/>
      <w:r>
        <w:rPr>
          <w:rFonts w:eastAsiaTheme="minorHAnsi"/>
          <w:lang w:eastAsia="en-US"/>
        </w:rPr>
        <w:t xml:space="preserve"> in einem Ordner erstellt werden, der ebenso heißt wie die Bibliothek. Beispiel hier:</w:t>
      </w:r>
    </w:p>
    <w:p w14:paraId="68C0C484" w14:textId="77777777" w:rsidR="004502A0" w:rsidRPr="008028A4" w:rsidRDefault="004502A0" w:rsidP="004502A0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C:\Users</w:t>
      </w:r>
      <w:r w:rsidRPr="00174080">
        <w:rPr>
          <w:rFonts w:eastAsiaTheme="minorHAnsi"/>
          <w:lang w:eastAsia="en-US"/>
        </w:rPr>
        <w:t>\</w:t>
      </w:r>
      <w:r>
        <w:rPr>
          <w:rFonts w:eastAsiaTheme="minorHAnsi"/>
          <w:lang w:eastAsia="en-US"/>
        </w:rPr>
        <w:t>&lt;username&gt;</w:t>
      </w:r>
      <w:r w:rsidRPr="00174080">
        <w:rPr>
          <w:rFonts w:eastAsiaTheme="minorHAnsi"/>
          <w:lang w:eastAsia="en-US"/>
        </w:rPr>
        <w:t>\Documents\Arduino\libraries</w:t>
      </w:r>
      <w:r>
        <w:rPr>
          <w:rFonts w:eastAsiaTheme="minorHAnsi"/>
          <w:lang w:eastAsia="en-US"/>
        </w:rPr>
        <w:t>\motormovement\motormovement.h</w:t>
      </w:r>
    </w:p>
    <w:p w14:paraId="463FD963" w14:textId="77777777" w:rsidR="004502A0" w:rsidRDefault="004502A0" w:rsidP="004502A0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C:\Users</w:t>
      </w:r>
      <w:r w:rsidRPr="00174080">
        <w:rPr>
          <w:rFonts w:eastAsiaTheme="minorHAnsi"/>
          <w:lang w:eastAsia="en-US"/>
        </w:rPr>
        <w:t>\</w:t>
      </w:r>
      <w:r>
        <w:rPr>
          <w:rFonts w:eastAsiaTheme="minorHAnsi"/>
          <w:lang w:eastAsia="en-US"/>
        </w:rPr>
        <w:t>&lt;username&gt;</w:t>
      </w:r>
      <w:r w:rsidRPr="00174080">
        <w:rPr>
          <w:rFonts w:eastAsiaTheme="minorHAnsi"/>
          <w:lang w:eastAsia="en-US"/>
        </w:rPr>
        <w:t>\Documents\Arduino\libraries</w:t>
      </w:r>
      <w:r>
        <w:rPr>
          <w:rFonts w:eastAsiaTheme="minorHAnsi"/>
          <w:lang w:eastAsia="en-US"/>
        </w:rPr>
        <w:t>\motormovement\motormovement.cpp</w:t>
      </w:r>
    </w:p>
    <w:p w14:paraId="0AC3C99B" w14:textId="77777777" w:rsidR="004502A0" w:rsidRPr="003F4EBA" w:rsidRDefault="004502A0" w:rsidP="003F4EBA">
      <w:pPr>
        <w:spacing w:after="0" w:line="240" w:lineRule="auto"/>
        <w:rPr>
          <w:rFonts w:eastAsiaTheme="minorHAnsi"/>
          <w:lang w:eastAsia="en-US"/>
        </w:rPr>
      </w:pPr>
    </w:p>
    <w:p w14:paraId="04F22AD3" w14:textId="17466EF3" w:rsidR="0098121F" w:rsidRDefault="0098121F" w:rsidP="001035A0">
      <w:pPr>
        <w:pStyle w:val="berschrift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Zusatzaufgabe</w:t>
      </w:r>
      <w:bookmarkStart w:id="0" w:name="_GoBack"/>
      <w:bookmarkEnd w:id="0"/>
    </w:p>
    <w:p w14:paraId="57E1FB88" w14:textId="22F12BEE" w:rsidR="001035A0" w:rsidRDefault="001035A0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Lass</w:t>
      </w:r>
      <w:r w:rsidR="00082632">
        <w:rPr>
          <w:rFonts w:eastAsiaTheme="minorHAnsi"/>
          <w:lang w:eastAsia="en-US"/>
        </w:rPr>
        <w:t>en</w:t>
      </w:r>
      <w:r>
        <w:rPr>
          <w:rFonts w:eastAsiaTheme="minorHAnsi"/>
          <w:lang w:eastAsia="en-US"/>
        </w:rPr>
        <w:t xml:space="preserve"> </w:t>
      </w:r>
      <w:r w:rsidR="00082632">
        <w:rPr>
          <w:rFonts w:eastAsiaTheme="minorHAnsi"/>
          <w:lang w:eastAsia="en-US"/>
        </w:rPr>
        <w:t xml:space="preserve">Sie </w:t>
      </w:r>
      <w:r>
        <w:rPr>
          <w:rFonts w:eastAsiaTheme="minorHAnsi"/>
          <w:lang w:eastAsia="en-US"/>
        </w:rPr>
        <w:t xml:space="preserve">das Auto dreimal ein Rechteck fahren mit einer Dauer von </w:t>
      </w:r>
      <w:r w:rsidR="00F9479D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 xml:space="preserve"> Sekunde</w:t>
      </w:r>
      <w:r w:rsidR="00F9479D">
        <w:rPr>
          <w:rFonts w:eastAsiaTheme="minorHAnsi"/>
          <w:lang w:eastAsia="en-US"/>
        </w:rPr>
        <w:t xml:space="preserve"> </w:t>
      </w:r>
      <w:r w:rsidR="00766612">
        <w:rPr>
          <w:rFonts w:eastAsiaTheme="minorHAnsi"/>
          <w:lang w:eastAsia="en-US"/>
        </w:rPr>
        <w:t xml:space="preserve">für die </w:t>
      </w:r>
      <w:r w:rsidR="00F9479D">
        <w:rPr>
          <w:rFonts w:eastAsiaTheme="minorHAnsi"/>
          <w:lang w:eastAsia="en-US"/>
        </w:rPr>
        <w:t>Geradeausfahrt</w:t>
      </w:r>
      <w:r>
        <w:rPr>
          <w:rFonts w:eastAsiaTheme="minorHAnsi"/>
          <w:lang w:eastAsia="en-US"/>
        </w:rPr>
        <w:t>.</w:t>
      </w:r>
    </w:p>
    <w:p w14:paraId="54D6B094" w14:textId="2F9A97E5" w:rsidR="0098121F" w:rsidRDefault="00E554B2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Hinweis: dazu m</w:t>
      </w:r>
      <w:r w:rsidR="003E263A">
        <w:rPr>
          <w:rFonts w:eastAsiaTheme="minorHAnsi"/>
          <w:lang w:eastAsia="en-US"/>
        </w:rPr>
        <w:t>ü</w:t>
      </w:r>
      <w:r>
        <w:rPr>
          <w:rFonts w:eastAsiaTheme="minorHAnsi"/>
          <w:lang w:eastAsia="en-US"/>
        </w:rPr>
        <w:t>ss</w:t>
      </w:r>
      <w:r w:rsidR="003E263A">
        <w:rPr>
          <w:rFonts w:eastAsiaTheme="minorHAnsi"/>
          <w:lang w:eastAsia="en-US"/>
        </w:rPr>
        <w:t>en Sie</w:t>
      </w:r>
      <w:r>
        <w:rPr>
          <w:rFonts w:eastAsiaTheme="minorHAnsi"/>
          <w:lang w:eastAsia="en-US"/>
        </w:rPr>
        <w:t xml:space="preserve"> zunächst ermitteln, wie lange die Verzögerung sein muss, damit das Fahrzeug genau eine 90-Grad-Drehung macht.</w:t>
      </w:r>
      <w:r w:rsidR="001035A0">
        <w:rPr>
          <w:rFonts w:eastAsiaTheme="minorHAnsi"/>
          <w:lang w:eastAsia="en-US"/>
        </w:rPr>
        <w:t xml:space="preserve"> </w:t>
      </w:r>
    </w:p>
    <w:p w14:paraId="0220CCBA" w14:textId="77777777" w:rsidR="0083515D" w:rsidRPr="008028A4" w:rsidRDefault="0083515D" w:rsidP="00174080">
      <w:pPr>
        <w:rPr>
          <w:rFonts w:eastAsiaTheme="minorHAnsi"/>
          <w:lang w:eastAsia="en-US"/>
        </w:rPr>
      </w:pPr>
    </w:p>
    <w:p w14:paraId="50062A3F" w14:textId="77777777" w:rsidR="000772DA" w:rsidRPr="008028A4" w:rsidRDefault="000772DA" w:rsidP="00F97A59">
      <w:pPr>
        <w:rPr>
          <w:rFonts w:eastAsiaTheme="minorHAnsi"/>
          <w:lang w:eastAsia="en-US"/>
        </w:rPr>
      </w:pPr>
    </w:p>
    <w:sectPr w:rsidR="000772DA" w:rsidRPr="008028A4" w:rsidSect="00425DE1">
      <w:headerReference w:type="default" r:id="rId8"/>
      <w:footerReference w:type="default" r:id="rId9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B3DD3" w14:textId="77777777" w:rsidR="00791E0D" w:rsidRDefault="00791E0D" w:rsidP="009E6718">
      <w:r>
        <w:separator/>
      </w:r>
    </w:p>
  </w:endnote>
  <w:endnote w:type="continuationSeparator" w:id="0">
    <w:p w14:paraId="5961F138" w14:textId="77777777" w:rsidR="00791E0D" w:rsidRDefault="00791E0D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42EF2" w14:textId="2553FBF4" w:rsidR="001E4A43" w:rsidRPr="000766D3" w:rsidRDefault="001E4A43" w:rsidP="000766D3">
    <w:pPr>
      <w:pStyle w:val="Fuzeile"/>
      <w:rPr>
        <w:rFonts w:ascii="Arial" w:hAnsi="Arial" w:cs="Arial"/>
        <w:noProof/>
        <w:sz w:val="18"/>
      </w:rPr>
    </w:pPr>
    <w:r w:rsidRPr="000766D3">
      <w:rPr>
        <w:rFonts w:ascii="Arial" w:hAnsi="Arial" w:cs="Arial"/>
        <w:sz w:val="18"/>
      </w:rPr>
      <w:fldChar w:fldCharType="begin"/>
    </w:r>
    <w:r w:rsidRPr="000766D3">
      <w:rPr>
        <w:rFonts w:ascii="Arial" w:hAnsi="Arial" w:cs="Arial"/>
        <w:sz w:val="18"/>
      </w:rPr>
      <w:instrText xml:space="preserve"> FILENAME \* MERGEFORMAT </w:instrText>
    </w:r>
    <w:r w:rsidRPr="000766D3">
      <w:rPr>
        <w:rFonts w:ascii="Arial" w:hAnsi="Arial" w:cs="Arial"/>
        <w:sz w:val="18"/>
      </w:rPr>
      <w:fldChar w:fldCharType="separate"/>
    </w:r>
    <w:r w:rsidR="00153C7F">
      <w:rPr>
        <w:rFonts w:ascii="Arial" w:hAnsi="Arial" w:cs="Arial"/>
        <w:noProof/>
        <w:sz w:val="18"/>
      </w:rPr>
      <w:t>BPE_I_10_L1 Aufgaben.docx</w:t>
    </w:r>
    <w:r w:rsidRPr="000766D3">
      <w:rPr>
        <w:rFonts w:ascii="Arial" w:hAnsi="Arial" w:cs="Arial"/>
        <w:sz w:val="18"/>
      </w:rPr>
      <w:fldChar w:fldCharType="end"/>
    </w:r>
    <w:r w:rsidRPr="000766D3">
      <w:rPr>
        <w:rFonts w:ascii="Arial" w:hAnsi="Arial" w:cs="Arial"/>
        <w:sz w:val="18"/>
      </w:rPr>
      <w:tab/>
    </w:r>
    <w:r w:rsidRPr="000766D3">
      <w:rPr>
        <w:rFonts w:ascii="Arial" w:hAnsi="Arial" w:cs="Arial"/>
        <w:sz w:val="18"/>
      </w:rPr>
      <w:tab/>
      <w:t xml:space="preserve">Seite </w:t>
    </w:r>
    <w:r w:rsidRPr="000766D3">
      <w:rPr>
        <w:rFonts w:ascii="Arial" w:hAnsi="Arial" w:cs="Arial"/>
        <w:sz w:val="18"/>
      </w:rPr>
      <w:fldChar w:fldCharType="begin"/>
    </w:r>
    <w:r w:rsidRPr="000766D3">
      <w:rPr>
        <w:rFonts w:ascii="Arial" w:hAnsi="Arial" w:cs="Arial"/>
        <w:sz w:val="18"/>
      </w:rPr>
      <w:instrText xml:space="preserve"> PAGE  \* Arabic  \* MERGEFORMAT </w:instrText>
    </w:r>
    <w:r w:rsidRPr="000766D3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1</w:t>
    </w:r>
    <w:r w:rsidRPr="000766D3">
      <w:rPr>
        <w:rFonts w:ascii="Arial" w:hAnsi="Arial" w:cs="Arial"/>
        <w:sz w:val="18"/>
      </w:rPr>
      <w:fldChar w:fldCharType="end"/>
    </w:r>
    <w:r w:rsidRPr="000766D3">
      <w:rPr>
        <w:rFonts w:ascii="Arial" w:hAnsi="Arial" w:cs="Arial"/>
        <w:sz w:val="18"/>
      </w:rPr>
      <w:t xml:space="preserve"> von </w:t>
    </w:r>
    <w:r w:rsidRPr="000766D3">
      <w:rPr>
        <w:rFonts w:ascii="Montserrat" w:hAnsi="Montserrat"/>
        <w:sz w:val="18"/>
      </w:rPr>
      <w:fldChar w:fldCharType="begin"/>
    </w:r>
    <w:r w:rsidRPr="000766D3">
      <w:rPr>
        <w:sz w:val="18"/>
      </w:rPr>
      <w:instrText xml:space="preserve"> NUMPAGES   \* MERGEFORMAT </w:instrText>
    </w:r>
    <w:r w:rsidRPr="000766D3">
      <w:rPr>
        <w:rFonts w:ascii="Montserrat" w:hAnsi="Montserrat"/>
        <w:sz w:val="18"/>
      </w:rPr>
      <w:fldChar w:fldCharType="separate"/>
    </w:r>
    <w:r w:rsidRPr="00E54004">
      <w:rPr>
        <w:rFonts w:ascii="Arial" w:hAnsi="Arial" w:cs="Arial"/>
        <w:noProof/>
        <w:sz w:val="18"/>
      </w:rPr>
      <w:t>1</w:t>
    </w:r>
    <w:r w:rsidRPr="000766D3">
      <w:rPr>
        <w:rFonts w:ascii="Arial" w:hAnsi="Arial" w:cs="Arial"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8E03" w14:textId="77777777" w:rsidR="00791E0D" w:rsidRDefault="00791E0D" w:rsidP="009E6718">
      <w:r>
        <w:separator/>
      </w:r>
    </w:p>
  </w:footnote>
  <w:footnote w:type="continuationSeparator" w:id="0">
    <w:p w14:paraId="6418FCAC" w14:textId="77777777" w:rsidR="00791E0D" w:rsidRDefault="00791E0D" w:rsidP="009E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EEBFE" w14:textId="714C9117" w:rsidR="001E4A43" w:rsidRDefault="00791E0D" w:rsidP="007B714B">
    <w:pPr>
      <w:pStyle w:val="berschrift3"/>
      <w:spacing w:before="60" w:after="60"/>
      <w:jc w:val="center"/>
    </w:pPr>
    <w:r>
      <w:rPr>
        <w:noProof/>
      </w:rPr>
      <w:pict w14:anchorId="71B78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0.05pt;margin-top:-.35pt;width:37.8pt;height:37.8pt;z-index:251659264;mso-position-horizontal-relative:text;mso-position-vertical-relative:text;mso-width-relative:page;mso-height-relative:page">
          <v:imagedata r:id="rId1" o:title="ZSL Logo"/>
        </v:shape>
      </w:pict>
    </w:r>
    <w:r w:rsidR="001E4A43">
      <w:rPr>
        <w:noProof/>
      </w:rPr>
      <w:t>Robotik</w:t>
    </w:r>
  </w:p>
  <w:p w14:paraId="23902693" w14:textId="5FADC8D6" w:rsidR="001E4A43" w:rsidRDefault="001E4A43" w:rsidP="007B714B">
    <w:pPr>
      <w:pStyle w:val="Kopfzeile"/>
      <w:spacing w:after="0" w:line="240" w:lineRule="auto"/>
      <w:jc w:val="center"/>
    </w:pPr>
    <w:r>
      <w:t>Einstieg in das Arbeiten mit dem Arduino</w:t>
    </w:r>
  </w:p>
  <w:p w14:paraId="28FE9A07" w14:textId="78BDDC69" w:rsidR="001E4A43" w:rsidRDefault="001E4A43" w:rsidP="007B714B">
    <w:pPr>
      <w:pStyle w:val="Kopfzeile"/>
      <w:spacing w:after="0" w:line="240" w:lineRule="auto"/>
      <w:jc w:val="center"/>
    </w:pPr>
    <w:r>
      <w:t>Aufgabenblatt L1</w:t>
    </w:r>
  </w:p>
  <w:p w14:paraId="64DB039B" w14:textId="3DF31C84" w:rsidR="001E4A43" w:rsidRDefault="001E4A43" w:rsidP="00AC265F">
    <w:pPr>
      <w:pStyle w:val="Kopfzeile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E5501"/>
    <w:multiLevelType w:val="hybridMultilevel"/>
    <w:tmpl w:val="8CF64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122F3"/>
    <w:multiLevelType w:val="hybridMultilevel"/>
    <w:tmpl w:val="F7D07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C3FBE"/>
    <w:multiLevelType w:val="hybridMultilevel"/>
    <w:tmpl w:val="5FF0F3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E6BA1"/>
    <w:multiLevelType w:val="hybridMultilevel"/>
    <w:tmpl w:val="B6D6D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B5D25"/>
    <w:multiLevelType w:val="hybridMultilevel"/>
    <w:tmpl w:val="1E0C16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C96188"/>
    <w:multiLevelType w:val="hybridMultilevel"/>
    <w:tmpl w:val="C388F1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12622"/>
    <w:multiLevelType w:val="hybridMultilevel"/>
    <w:tmpl w:val="64603E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C77EB"/>
    <w:multiLevelType w:val="hybridMultilevel"/>
    <w:tmpl w:val="A4D049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DF04AE"/>
    <w:multiLevelType w:val="hybridMultilevel"/>
    <w:tmpl w:val="511E8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5"/>
  </w:num>
  <w:num w:numId="5">
    <w:abstractNumId w:val="2"/>
  </w:num>
  <w:num w:numId="6">
    <w:abstractNumId w:val="17"/>
  </w:num>
  <w:num w:numId="7">
    <w:abstractNumId w:val="4"/>
  </w:num>
  <w:num w:numId="8">
    <w:abstractNumId w:val="8"/>
  </w:num>
  <w:num w:numId="9">
    <w:abstractNumId w:val="14"/>
  </w:num>
  <w:num w:numId="10">
    <w:abstractNumId w:val="7"/>
  </w:num>
  <w:num w:numId="11">
    <w:abstractNumId w:val="18"/>
  </w:num>
  <w:num w:numId="12">
    <w:abstractNumId w:val="16"/>
  </w:num>
  <w:num w:numId="13">
    <w:abstractNumId w:val="0"/>
  </w:num>
  <w:num w:numId="14">
    <w:abstractNumId w:val="3"/>
  </w:num>
  <w:num w:numId="15">
    <w:abstractNumId w:val="20"/>
  </w:num>
  <w:num w:numId="16">
    <w:abstractNumId w:val="12"/>
  </w:num>
  <w:num w:numId="17">
    <w:abstractNumId w:val="19"/>
  </w:num>
  <w:num w:numId="18">
    <w:abstractNumId w:val="11"/>
  </w:num>
  <w:num w:numId="19">
    <w:abstractNumId w:val="6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18E"/>
    <w:rsid w:val="00000338"/>
    <w:rsid w:val="0000181E"/>
    <w:rsid w:val="000027E3"/>
    <w:rsid w:val="00002EBA"/>
    <w:rsid w:val="00006AB9"/>
    <w:rsid w:val="00014677"/>
    <w:rsid w:val="000148D5"/>
    <w:rsid w:val="00014CA3"/>
    <w:rsid w:val="00017954"/>
    <w:rsid w:val="000226B3"/>
    <w:rsid w:val="00024DED"/>
    <w:rsid w:val="00030042"/>
    <w:rsid w:val="00032A17"/>
    <w:rsid w:val="00034892"/>
    <w:rsid w:val="00035518"/>
    <w:rsid w:val="00036044"/>
    <w:rsid w:val="000448AA"/>
    <w:rsid w:val="000509B0"/>
    <w:rsid w:val="00053827"/>
    <w:rsid w:val="00056142"/>
    <w:rsid w:val="00056ADF"/>
    <w:rsid w:val="00057DB9"/>
    <w:rsid w:val="000625F2"/>
    <w:rsid w:val="000629A6"/>
    <w:rsid w:val="00063514"/>
    <w:rsid w:val="0006755B"/>
    <w:rsid w:val="0006786B"/>
    <w:rsid w:val="00067B1F"/>
    <w:rsid w:val="00071BE5"/>
    <w:rsid w:val="0007367E"/>
    <w:rsid w:val="000766D3"/>
    <w:rsid w:val="000770B3"/>
    <w:rsid w:val="000772DA"/>
    <w:rsid w:val="00082632"/>
    <w:rsid w:val="000826C2"/>
    <w:rsid w:val="000840B0"/>
    <w:rsid w:val="00084A07"/>
    <w:rsid w:val="00087367"/>
    <w:rsid w:val="00090CCF"/>
    <w:rsid w:val="00090D85"/>
    <w:rsid w:val="00093A85"/>
    <w:rsid w:val="00094574"/>
    <w:rsid w:val="000954E9"/>
    <w:rsid w:val="0009744D"/>
    <w:rsid w:val="000A0A7F"/>
    <w:rsid w:val="000A6594"/>
    <w:rsid w:val="000A7030"/>
    <w:rsid w:val="000A7D47"/>
    <w:rsid w:val="000B73BB"/>
    <w:rsid w:val="000C5AFC"/>
    <w:rsid w:val="000C690E"/>
    <w:rsid w:val="000C6DAE"/>
    <w:rsid w:val="000D1920"/>
    <w:rsid w:val="000D253C"/>
    <w:rsid w:val="000D34F0"/>
    <w:rsid w:val="000D5295"/>
    <w:rsid w:val="000D602C"/>
    <w:rsid w:val="000D6666"/>
    <w:rsid w:val="000D6FE4"/>
    <w:rsid w:val="000E17CA"/>
    <w:rsid w:val="000E550F"/>
    <w:rsid w:val="000E585C"/>
    <w:rsid w:val="000E7B1B"/>
    <w:rsid w:val="000F132F"/>
    <w:rsid w:val="000F25EA"/>
    <w:rsid w:val="0010023C"/>
    <w:rsid w:val="00101DC2"/>
    <w:rsid w:val="001026F7"/>
    <w:rsid w:val="00102A7A"/>
    <w:rsid w:val="001035A0"/>
    <w:rsid w:val="00104AC2"/>
    <w:rsid w:val="00111F6A"/>
    <w:rsid w:val="00112BFB"/>
    <w:rsid w:val="00113BDE"/>
    <w:rsid w:val="00114743"/>
    <w:rsid w:val="0011505B"/>
    <w:rsid w:val="00123003"/>
    <w:rsid w:val="00123EE9"/>
    <w:rsid w:val="001258D3"/>
    <w:rsid w:val="0012603A"/>
    <w:rsid w:val="001321FB"/>
    <w:rsid w:val="001322F2"/>
    <w:rsid w:val="001375D9"/>
    <w:rsid w:val="00137BCE"/>
    <w:rsid w:val="00137DDF"/>
    <w:rsid w:val="00141651"/>
    <w:rsid w:val="00141A34"/>
    <w:rsid w:val="001421A2"/>
    <w:rsid w:val="00142C16"/>
    <w:rsid w:val="00142E3E"/>
    <w:rsid w:val="00145CF6"/>
    <w:rsid w:val="001467C2"/>
    <w:rsid w:val="0015137F"/>
    <w:rsid w:val="00152A2D"/>
    <w:rsid w:val="00153C7F"/>
    <w:rsid w:val="00157B15"/>
    <w:rsid w:val="00157CB1"/>
    <w:rsid w:val="00160249"/>
    <w:rsid w:val="00163723"/>
    <w:rsid w:val="00165BC8"/>
    <w:rsid w:val="00166F3E"/>
    <w:rsid w:val="001710C6"/>
    <w:rsid w:val="00174080"/>
    <w:rsid w:val="001740EF"/>
    <w:rsid w:val="0017478C"/>
    <w:rsid w:val="00177925"/>
    <w:rsid w:val="00184DE1"/>
    <w:rsid w:val="0018557D"/>
    <w:rsid w:val="001876DC"/>
    <w:rsid w:val="00190C7B"/>
    <w:rsid w:val="0019127C"/>
    <w:rsid w:val="00194DF5"/>
    <w:rsid w:val="001958F2"/>
    <w:rsid w:val="001963E9"/>
    <w:rsid w:val="001A2031"/>
    <w:rsid w:val="001A7E02"/>
    <w:rsid w:val="001B0AA4"/>
    <w:rsid w:val="001B0E68"/>
    <w:rsid w:val="001B3EF8"/>
    <w:rsid w:val="001B62BA"/>
    <w:rsid w:val="001B6FE4"/>
    <w:rsid w:val="001B7386"/>
    <w:rsid w:val="001C33F1"/>
    <w:rsid w:val="001C53FC"/>
    <w:rsid w:val="001D0AF2"/>
    <w:rsid w:val="001D321E"/>
    <w:rsid w:val="001D4445"/>
    <w:rsid w:val="001D52D2"/>
    <w:rsid w:val="001D5C59"/>
    <w:rsid w:val="001D5C8D"/>
    <w:rsid w:val="001D731D"/>
    <w:rsid w:val="001E011A"/>
    <w:rsid w:val="001E1AC2"/>
    <w:rsid w:val="001E332C"/>
    <w:rsid w:val="001E414D"/>
    <w:rsid w:val="001E4A43"/>
    <w:rsid w:val="001F0014"/>
    <w:rsid w:val="001F090E"/>
    <w:rsid w:val="001F0CBD"/>
    <w:rsid w:val="001F6F30"/>
    <w:rsid w:val="002014BF"/>
    <w:rsid w:val="002039DE"/>
    <w:rsid w:val="00210A3A"/>
    <w:rsid w:val="00211549"/>
    <w:rsid w:val="00223D46"/>
    <w:rsid w:val="00224A05"/>
    <w:rsid w:val="0022732E"/>
    <w:rsid w:val="00230574"/>
    <w:rsid w:val="00235094"/>
    <w:rsid w:val="00241600"/>
    <w:rsid w:val="00241774"/>
    <w:rsid w:val="00243743"/>
    <w:rsid w:val="00244F7F"/>
    <w:rsid w:val="00246DA7"/>
    <w:rsid w:val="00246EB4"/>
    <w:rsid w:val="002477A0"/>
    <w:rsid w:val="00253556"/>
    <w:rsid w:val="0025386F"/>
    <w:rsid w:val="002541F7"/>
    <w:rsid w:val="00254647"/>
    <w:rsid w:val="00257403"/>
    <w:rsid w:val="002612EB"/>
    <w:rsid w:val="00266F6B"/>
    <w:rsid w:val="00266F8F"/>
    <w:rsid w:val="002671FD"/>
    <w:rsid w:val="00267ABC"/>
    <w:rsid w:val="002710AA"/>
    <w:rsid w:val="00271181"/>
    <w:rsid w:val="002777EC"/>
    <w:rsid w:val="002830B0"/>
    <w:rsid w:val="00283A26"/>
    <w:rsid w:val="00284160"/>
    <w:rsid w:val="00286401"/>
    <w:rsid w:val="00290583"/>
    <w:rsid w:val="002917FA"/>
    <w:rsid w:val="0029659A"/>
    <w:rsid w:val="002A396B"/>
    <w:rsid w:val="002A56D4"/>
    <w:rsid w:val="002A783C"/>
    <w:rsid w:val="002B30F0"/>
    <w:rsid w:val="002B48AA"/>
    <w:rsid w:val="002B4D28"/>
    <w:rsid w:val="002B51A6"/>
    <w:rsid w:val="002B5958"/>
    <w:rsid w:val="002C0821"/>
    <w:rsid w:val="002C1F7B"/>
    <w:rsid w:val="002C57C6"/>
    <w:rsid w:val="002C76B8"/>
    <w:rsid w:val="002C7FC8"/>
    <w:rsid w:val="002D2667"/>
    <w:rsid w:val="002E1C46"/>
    <w:rsid w:val="002E3310"/>
    <w:rsid w:val="002E3EA3"/>
    <w:rsid w:val="002E4535"/>
    <w:rsid w:val="002E5680"/>
    <w:rsid w:val="002E64D0"/>
    <w:rsid w:val="002E6C2D"/>
    <w:rsid w:val="002E7897"/>
    <w:rsid w:val="002E7AC5"/>
    <w:rsid w:val="002F3BDA"/>
    <w:rsid w:val="002F6522"/>
    <w:rsid w:val="002F6FA2"/>
    <w:rsid w:val="002F7EB7"/>
    <w:rsid w:val="00300AB2"/>
    <w:rsid w:val="00303217"/>
    <w:rsid w:val="00303FA7"/>
    <w:rsid w:val="00304807"/>
    <w:rsid w:val="00305EBE"/>
    <w:rsid w:val="00307C72"/>
    <w:rsid w:val="003120C7"/>
    <w:rsid w:val="00314F3E"/>
    <w:rsid w:val="00320AF3"/>
    <w:rsid w:val="00322B4C"/>
    <w:rsid w:val="00323CC0"/>
    <w:rsid w:val="00324F96"/>
    <w:rsid w:val="00330816"/>
    <w:rsid w:val="00331436"/>
    <w:rsid w:val="00331F0C"/>
    <w:rsid w:val="003362A7"/>
    <w:rsid w:val="00337DF6"/>
    <w:rsid w:val="003446B5"/>
    <w:rsid w:val="00344B39"/>
    <w:rsid w:val="00350FED"/>
    <w:rsid w:val="00351B25"/>
    <w:rsid w:val="00352185"/>
    <w:rsid w:val="00355CD8"/>
    <w:rsid w:val="00365DC0"/>
    <w:rsid w:val="0036627D"/>
    <w:rsid w:val="00366583"/>
    <w:rsid w:val="0037066A"/>
    <w:rsid w:val="00371DC9"/>
    <w:rsid w:val="00372E6A"/>
    <w:rsid w:val="00374B7A"/>
    <w:rsid w:val="00374E36"/>
    <w:rsid w:val="0037593D"/>
    <w:rsid w:val="00376298"/>
    <w:rsid w:val="003765C2"/>
    <w:rsid w:val="0037685A"/>
    <w:rsid w:val="003812EE"/>
    <w:rsid w:val="00383359"/>
    <w:rsid w:val="0038482A"/>
    <w:rsid w:val="00384989"/>
    <w:rsid w:val="00385203"/>
    <w:rsid w:val="00386D57"/>
    <w:rsid w:val="00392EA4"/>
    <w:rsid w:val="00396BAF"/>
    <w:rsid w:val="003A52A0"/>
    <w:rsid w:val="003A5835"/>
    <w:rsid w:val="003A6FD9"/>
    <w:rsid w:val="003B213C"/>
    <w:rsid w:val="003B4EEA"/>
    <w:rsid w:val="003B6D7F"/>
    <w:rsid w:val="003C7BB8"/>
    <w:rsid w:val="003D4183"/>
    <w:rsid w:val="003D5293"/>
    <w:rsid w:val="003D6A87"/>
    <w:rsid w:val="003D7AB8"/>
    <w:rsid w:val="003E0276"/>
    <w:rsid w:val="003E11ED"/>
    <w:rsid w:val="003E24B5"/>
    <w:rsid w:val="003E263A"/>
    <w:rsid w:val="003F1A36"/>
    <w:rsid w:val="003F2474"/>
    <w:rsid w:val="003F41D0"/>
    <w:rsid w:val="003F4578"/>
    <w:rsid w:val="003F4B95"/>
    <w:rsid w:val="003F4EBA"/>
    <w:rsid w:val="003F58FA"/>
    <w:rsid w:val="003F7AE5"/>
    <w:rsid w:val="003F7CC9"/>
    <w:rsid w:val="00404C7E"/>
    <w:rsid w:val="00406775"/>
    <w:rsid w:val="004079B6"/>
    <w:rsid w:val="00412E13"/>
    <w:rsid w:val="00414519"/>
    <w:rsid w:val="00415632"/>
    <w:rsid w:val="00417F30"/>
    <w:rsid w:val="0042125D"/>
    <w:rsid w:val="004229FE"/>
    <w:rsid w:val="00422E44"/>
    <w:rsid w:val="00424759"/>
    <w:rsid w:val="00425DE1"/>
    <w:rsid w:val="00426ED7"/>
    <w:rsid w:val="004304A2"/>
    <w:rsid w:val="004322CE"/>
    <w:rsid w:val="004329C3"/>
    <w:rsid w:val="00436667"/>
    <w:rsid w:val="00436ACB"/>
    <w:rsid w:val="0044164E"/>
    <w:rsid w:val="00442CA0"/>
    <w:rsid w:val="0044338D"/>
    <w:rsid w:val="004502A0"/>
    <w:rsid w:val="00453064"/>
    <w:rsid w:val="00460523"/>
    <w:rsid w:val="0046128F"/>
    <w:rsid w:val="00461AA4"/>
    <w:rsid w:val="004641DF"/>
    <w:rsid w:val="004647C3"/>
    <w:rsid w:val="004667D0"/>
    <w:rsid w:val="00475854"/>
    <w:rsid w:val="00477923"/>
    <w:rsid w:val="0048061E"/>
    <w:rsid w:val="0048123E"/>
    <w:rsid w:val="0048232D"/>
    <w:rsid w:val="00482CE6"/>
    <w:rsid w:val="00483D71"/>
    <w:rsid w:val="00484F99"/>
    <w:rsid w:val="00486738"/>
    <w:rsid w:val="00487DCA"/>
    <w:rsid w:val="0049026D"/>
    <w:rsid w:val="00491006"/>
    <w:rsid w:val="0049220F"/>
    <w:rsid w:val="004932DD"/>
    <w:rsid w:val="004964DE"/>
    <w:rsid w:val="00497406"/>
    <w:rsid w:val="004A1C7B"/>
    <w:rsid w:val="004A241A"/>
    <w:rsid w:val="004A4137"/>
    <w:rsid w:val="004A57C9"/>
    <w:rsid w:val="004A7047"/>
    <w:rsid w:val="004B15B9"/>
    <w:rsid w:val="004B49CE"/>
    <w:rsid w:val="004B63D1"/>
    <w:rsid w:val="004B70BD"/>
    <w:rsid w:val="004C4152"/>
    <w:rsid w:val="004C7823"/>
    <w:rsid w:val="004D0256"/>
    <w:rsid w:val="004D0F6E"/>
    <w:rsid w:val="004D415D"/>
    <w:rsid w:val="004D4C7F"/>
    <w:rsid w:val="004E1E68"/>
    <w:rsid w:val="004E37F3"/>
    <w:rsid w:val="004E3A8B"/>
    <w:rsid w:val="004F08C6"/>
    <w:rsid w:val="004F13A9"/>
    <w:rsid w:val="004F29F1"/>
    <w:rsid w:val="004F2B2E"/>
    <w:rsid w:val="004F43A5"/>
    <w:rsid w:val="004F7911"/>
    <w:rsid w:val="004F7E96"/>
    <w:rsid w:val="00500444"/>
    <w:rsid w:val="005044E1"/>
    <w:rsid w:val="00507C27"/>
    <w:rsid w:val="00507E68"/>
    <w:rsid w:val="005121E3"/>
    <w:rsid w:val="00512703"/>
    <w:rsid w:val="005129D7"/>
    <w:rsid w:val="0051568B"/>
    <w:rsid w:val="0051784D"/>
    <w:rsid w:val="005250B1"/>
    <w:rsid w:val="00527586"/>
    <w:rsid w:val="005313B2"/>
    <w:rsid w:val="005332F1"/>
    <w:rsid w:val="00534D89"/>
    <w:rsid w:val="0053716C"/>
    <w:rsid w:val="00543A23"/>
    <w:rsid w:val="005443AC"/>
    <w:rsid w:val="00544A13"/>
    <w:rsid w:val="00545721"/>
    <w:rsid w:val="00546465"/>
    <w:rsid w:val="0056025C"/>
    <w:rsid w:val="00560397"/>
    <w:rsid w:val="00561521"/>
    <w:rsid w:val="00562701"/>
    <w:rsid w:val="00563118"/>
    <w:rsid w:val="00564672"/>
    <w:rsid w:val="005662B3"/>
    <w:rsid w:val="0056637E"/>
    <w:rsid w:val="005673DA"/>
    <w:rsid w:val="00567786"/>
    <w:rsid w:val="00567C3F"/>
    <w:rsid w:val="00567CC4"/>
    <w:rsid w:val="005702E7"/>
    <w:rsid w:val="005707F2"/>
    <w:rsid w:val="00571844"/>
    <w:rsid w:val="0057561A"/>
    <w:rsid w:val="005775D1"/>
    <w:rsid w:val="00585CD7"/>
    <w:rsid w:val="0059279E"/>
    <w:rsid w:val="00597436"/>
    <w:rsid w:val="005A37A9"/>
    <w:rsid w:val="005A6FCB"/>
    <w:rsid w:val="005A7326"/>
    <w:rsid w:val="005B165E"/>
    <w:rsid w:val="005B2131"/>
    <w:rsid w:val="005B402F"/>
    <w:rsid w:val="005B4230"/>
    <w:rsid w:val="005C1C08"/>
    <w:rsid w:val="005C4F02"/>
    <w:rsid w:val="005C509F"/>
    <w:rsid w:val="005C5447"/>
    <w:rsid w:val="005C68DC"/>
    <w:rsid w:val="005C7926"/>
    <w:rsid w:val="005D0EB9"/>
    <w:rsid w:val="005D38B7"/>
    <w:rsid w:val="005D7BD2"/>
    <w:rsid w:val="005D7CC6"/>
    <w:rsid w:val="005D7E89"/>
    <w:rsid w:val="005E06A6"/>
    <w:rsid w:val="005E369A"/>
    <w:rsid w:val="005E53D6"/>
    <w:rsid w:val="005E7F6A"/>
    <w:rsid w:val="005F142E"/>
    <w:rsid w:val="005F4245"/>
    <w:rsid w:val="005F5FB1"/>
    <w:rsid w:val="005F7102"/>
    <w:rsid w:val="005F7884"/>
    <w:rsid w:val="006010AA"/>
    <w:rsid w:val="006015D5"/>
    <w:rsid w:val="006032FA"/>
    <w:rsid w:val="00603ABC"/>
    <w:rsid w:val="00604247"/>
    <w:rsid w:val="00604A11"/>
    <w:rsid w:val="00604FB3"/>
    <w:rsid w:val="00605977"/>
    <w:rsid w:val="0061521D"/>
    <w:rsid w:val="006168C4"/>
    <w:rsid w:val="006170D1"/>
    <w:rsid w:val="006214BB"/>
    <w:rsid w:val="00621EA4"/>
    <w:rsid w:val="00624F9C"/>
    <w:rsid w:val="006269D2"/>
    <w:rsid w:val="00630656"/>
    <w:rsid w:val="006322E0"/>
    <w:rsid w:val="0063343B"/>
    <w:rsid w:val="0063509E"/>
    <w:rsid w:val="0063577F"/>
    <w:rsid w:val="00635C29"/>
    <w:rsid w:val="00640792"/>
    <w:rsid w:val="0064195E"/>
    <w:rsid w:val="00642353"/>
    <w:rsid w:val="00651AE9"/>
    <w:rsid w:val="00651B43"/>
    <w:rsid w:val="00653386"/>
    <w:rsid w:val="006536F3"/>
    <w:rsid w:val="0065511B"/>
    <w:rsid w:val="006575F6"/>
    <w:rsid w:val="00661C4D"/>
    <w:rsid w:val="006705CE"/>
    <w:rsid w:val="00670E7E"/>
    <w:rsid w:val="00671DB1"/>
    <w:rsid w:val="006747D7"/>
    <w:rsid w:val="00674FFF"/>
    <w:rsid w:val="00676B0F"/>
    <w:rsid w:val="006801DB"/>
    <w:rsid w:val="006813B7"/>
    <w:rsid w:val="006818F8"/>
    <w:rsid w:val="006840E8"/>
    <w:rsid w:val="006841BF"/>
    <w:rsid w:val="00685DAF"/>
    <w:rsid w:val="00687FBE"/>
    <w:rsid w:val="006909FB"/>
    <w:rsid w:val="00692172"/>
    <w:rsid w:val="006966A7"/>
    <w:rsid w:val="00697287"/>
    <w:rsid w:val="00697B32"/>
    <w:rsid w:val="006A160E"/>
    <w:rsid w:val="006A4944"/>
    <w:rsid w:val="006A5E1A"/>
    <w:rsid w:val="006A6A6F"/>
    <w:rsid w:val="006A7900"/>
    <w:rsid w:val="006B05A0"/>
    <w:rsid w:val="006B3C18"/>
    <w:rsid w:val="006B54FB"/>
    <w:rsid w:val="006B661C"/>
    <w:rsid w:val="006B7314"/>
    <w:rsid w:val="006C352B"/>
    <w:rsid w:val="006D17FF"/>
    <w:rsid w:val="006D55A6"/>
    <w:rsid w:val="006D5631"/>
    <w:rsid w:val="006D7D47"/>
    <w:rsid w:val="006D7ECB"/>
    <w:rsid w:val="006E0890"/>
    <w:rsid w:val="006E1BA0"/>
    <w:rsid w:val="006E3A18"/>
    <w:rsid w:val="006E504E"/>
    <w:rsid w:val="006F18CB"/>
    <w:rsid w:val="006F3BF0"/>
    <w:rsid w:val="006F6CD8"/>
    <w:rsid w:val="007026E1"/>
    <w:rsid w:val="007028F5"/>
    <w:rsid w:val="00704DA5"/>
    <w:rsid w:val="0070611F"/>
    <w:rsid w:val="00713AFE"/>
    <w:rsid w:val="00715060"/>
    <w:rsid w:val="00715C02"/>
    <w:rsid w:val="0072166B"/>
    <w:rsid w:val="00724D36"/>
    <w:rsid w:val="007274FA"/>
    <w:rsid w:val="00727963"/>
    <w:rsid w:val="00727D52"/>
    <w:rsid w:val="00730697"/>
    <w:rsid w:val="00730A4C"/>
    <w:rsid w:val="00731B22"/>
    <w:rsid w:val="00731CE2"/>
    <w:rsid w:val="00731F65"/>
    <w:rsid w:val="0073265F"/>
    <w:rsid w:val="00734160"/>
    <w:rsid w:val="00734251"/>
    <w:rsid w:val="007364CB"/>
    <w:rsid w:val="007365D0"/>
    <w:rsid w:val="00744621"/>
    <w:rsid w:val="00744E04"/>
    <w:rsid w:val="0074580D"/>
    <w:rsid w:val="007469FD"/>
    <w:rsid w:val="0074721A"/>
    <w:rsid w:val="00747DD5"/>
    <w:rsid w:val="00752EC2"/>
    <w:rsid w:val="00753007"/>
    <w:rsid w:val="007538D3"/>
    <w:rsid w:val="007539C0"/>
    <w:rsid w:val="00754405"/>
    <w:rsid w:val="007552E9"/>
    <w:rsid w:val="007579E5"/>
    <w:rsid w:val="00757D6E"/>
    <w:rsid w:val="00766006"/>
    <w:rsid w:val="00766612"/>
    <w:rsid w:val="00767662"/>
    <w:rsid w:val="00770B33"/>
    <w:rsid w:val="00772E6B"/>
    <w:rsid w:val="00773836"/>
    <w:rsid w:val="0077525B"/>
    <w:rsid w:val="0077563E"/>
    <w:rsid w:val="00775AAD"/>
    <w:rsid w:val="00783D26"/>
    <w:rsid w:val="007858FA"/>
    <w:rsid w:val="00786C56"/>
    <w:rsid w:val="00787785"/>
    <w:rsid w:val="00791E0D"/>
    <w:rsid w:val="007920B4"/>
    <w:rsid w:val="007940CB"/>
    <w:rsid w:val="00795E11"/>
    <w:rsid w:val="007A0AC9"/>
    <w:rsid w:val="007A13B1"/>
    <w:rsid w:val="007A2FA7"/>
    <w:rsid w:val="007A4C71"/>
    <w:rsid w:val="007A4D85"/>
    <w:rsid w:val="007A5765"/>
    <w:rsid w:val="007B000D"/>
    <w:rsid w:val="007B0C1E"/>
    <w:rsid w:val="007B1DC9"/>
    <w:rsid w:val="007B3E24"/>
    <w:rsid w:val="007B5D32"/>
    <w:rsid w:val="007B714B"/>
    <w:rsid w:val="007C177C"/>
    <w:rsid w:val="007C203B"/>
    <w:rsid w:val="007C5388"/>
    <w:rsid w:val="007C5B0B"/>
    <w:rsid w:val="007C6BE5"/>
    <w:rsid w:val="007C71F1"/>
    <w:rsid w:val="007D01B9"/>
    <w:rsid w:val="007D0A75"/>
    <w:rsid w:val="007D0EBF"/>
    <w:rsid w:val="007D22B2"/>
    <w:rsid w:val="007D556A"/>
    <w:rsid w:val="007D5DC4"/>
    <w:rsid w:val="007D752E"/>
    <w:rsid w:val="007D78AE"/>
    <w:rsid w:val="007E0988"/>
    <w:rsid w:val="007E0E48"/>
    <w:rsid w:val="007E0F58"/>
    <w:rsid w:val="007E1466"/>
    <w:rsid w:val="007E2678"/>
    <w:rsid w:val="007E777D"/>
    <w:rsid w:val="007F1E33"/>
    <w:rsid w:val="007F2856"/>
    <w:rsid w:val="007F55C5"/>
    <w:rsid w:val="007F5855"/>
    <w:rsid w:val="00800B8A"/>
    <w:rsid w:val="008028A4"/>
    <w:rsid w:val="00802C9F"/>
    <w:rsid w:val="0080372C"/>
    <w:rsid w:val="00803DD0"/>
    <w:rsid w:val="00804536"/>
    <w:rsid w:val="008051A2"/>
    <w:rsid w:val="00806480"/>
    <w:rsid w:val="00810E82"/>
    <w:rsid w:val="008125EE"/>
    <w:rsid w:val="008144B2"/>
    <w:rsid w:val="00816E37"/>
    <w:rsid w:val="00821D84"/>
    <w:rsid w:val="00830C5D"/>
    <w:rsid w:val="00832B15"/>
    <w:rsid w:val="00834FD5"/>
    <w:rsid w:val="0083515D"/>
    <w:rsid w:val="0083525E"/>
    <w:rsid w:val="00835D64"/>
    <w:rsid w:val="0084017A"/>
    <w:rsid w:val="00841A32"/>
    <w:rsid w:val="00842667"/>
    <w:rsid w:val="00845648"/>
    <w:rsid w:val="00846D08"/>
    <w:rsid w:val="00852FDE"/>
    <w:rsid w:val="00862340"/>
    <w:rsid w:val="00866613"/>
    <w:rsid w:val="008675B2"/>
    <w:rsid w:val="00867975"/>
    <w:rsid w:val="0087584E"/>
    <w:rsid w:val="008767CF"/>
    <w:rsid w:val="00880AC2"/>
    <w:rsid w:val="0088180D"/>
    <w:rsid w:val="00884421"/>
    <w:rsid w:val="008858A2"/>
    <w:rsid w:val="0088677F"/>
    <w:rsid w:val="0089225D"/>
    <w:rsid w:val="008934CC"/>
    <w:rsid w:val="00893545"/>
    <w:rsid w:val="00893992"/>
    <w:rsid w:val="00893E5D"/>
    <w:rsid w:val="008946CF"/>
    <w:rsid w:val="0089484A"/>
    <w:rsid w:val="0089496B"/>
    <w:rsid w:val="00895258"/>
    <w:rsid w:val="00897202"/>
    <w:rsid w:val="00897B7E"/>
    <w:rsid w:val="00897CCF"/>
    <w:rsid w:val="008A05BC"/>
    <w:rsid w:val="008A214D"/>
    <w:rsid w:val="008A30F4"/>
    <w:rsid w:val="008A53F9"/>
    <w:rsid w:val="008B5DF9"/>
    <w:rsid w:val="008C2B4B"/>
    <w:rsid w:val="008C4574"/>
    <w:rsid w:val="008C4E52"/>
    <w:rsid w:val="008C77A0"/>
    <w:rsid w:val="008C7F2A"/>
    <w:rsid w:val="008D40B6"/>
    <w:rsid w:val="008E14B7"/>
    <w:rsid w:val="008E4C79"/>
    <w:rsid w:val="008F11E9"/>
    <w:rsid w:val="008F28B6"/>
    <w:rsid w:val="008F2B0F"/>
    <w:rsid w:val="008F403B"/>
    <w:rsid w:val="008F4632"/>
    <w:rsid w:val="008F4E73"/>
    <w:rsid w:val="008F7240"/>
    <w:rsid w:val="00900544"/>
    <w:rsid w:val="0090081F"/>
    <w:rsid w:val="00901447"/>
    <w:rsid w:val="009018DA"/>
    <w:rsid w:val="0090350C"/>
    <w:rsid w:val="009042A4"/>
    <w:rsid w:val="00904536"/>
    <w:rsid w:val="00905137"/>
    <w:rsid w:val="00911A54"/>
    <w:rsid w:val="00912116"/>
    <w:rsid w:val="00920B92"/>
    <w:rsid w:val="00921FF0"/>
    <w:rsid w:val="009229E6"/>
    <w:rsid w:val="00932E50"/>
    <w:rsid w:val="009330F1"/>
    <w:rsid w:val="00937599"/>
    <w:rsid w:val="0094437F"/>
    <w:rsid w:val="00944DE2"/>
    <w:rsid w:val="009451F5"/>
    <w:rsid w:val="00946691"/>
    <w:rsid w:val="00952C3F"/>
    <w:rsid w:val="00955FEB"/>
    <w:rsid w:val="009560D1"/>
    <w:rsid w:val="00957AE2"/>
    <w:rsid w:val="00963519"/>
    <w:rsid w:val="00965DB8"/>
    <w:rsid w:val="0097013E"/>
    <w:rsid w:val="00972C84"/>
    <w:rsid w:val="0097333B"/>
    <w:rsid w:val="00975433"/>
    <w:rsid w:val="00975BCC"/>
    <w:rsid w:val="00980B64"/>
    <w:rsid w:val="0098121F"/>
    <w:rsid w:val="0098175D"/>
    <w:rsid w:val="00981954"/>
    <w:rsid w:val="009819FE"/>
    <w:rsid w:val="00983219"/>
    <w:rsid w:val="00985E38"/>
    <w:rsid w:val="00994537"/>
    <w:rsid w:val="009954F0"/>
    <w:rsid w:val="00997529"/>
    <w:rsid w:val="009A19E7"/>
    <w:rsid w:val="009A28BE"/>
    <w:rsid w:val="009A2B77"/>
    <w:rsid w:val="009A3714"/>
    <w:rsid w:val="009A3BC6"/>
    <w:rsid w:val="009B1CCE"/>
    <w:rsid w:val="009B3C84"/>
    <w:rsid w:val="009B7DE1"/>
    <w:rsid w:val="009C0D46"/>
    <w:rsid w:val="009C2940"/>
    <w:rsid w:val="009C3730"/>
    <w:rsid w:val="009D21D3"/>
    <w:rsid w:val="009D2430"/>
    <w:rsid w:val="009D651E"/>
    <w:rsid w:val="009E0DC7"/>
    <w:rsid w:val="009E1C66"/>
    <w:rsid w:val="009E2D7C"/>
    <w:rsid w:val="009E6718"/>
    <w:rsid w:val="009F0E28"/>
    <w:rsid w:val="009F14B4"/>
    <w:rsid w:val="009F3464"/>
    <w:rsid w:val="00A020AF"/>
    <w:rsid w:val="00A02E9F"/>
    <w:rsid w:val="00A03712"/>
    <w:rsid w:val="00A038CB"/>
    <w:rsid w:val="00A04792"/>
    <w:rsid w:val="00A05828"/>
    <w:rsid w:val="00A07262"/>
    <w:rsid w:val="00A118BB"/>
    <w:rsid w:val="00A11F72"/>
    <w:rsid w:val="00A12511"/>
    <w:rsid w:val="00A13BB7"/>
    <w:rsid w:val="00A16315"/>
    <w:rsid w:val="00A16BE8"/>
    <w:rsid w:val="00A16C98"/>
    <w:rsid w:val="00A20640"/>
    <w:rsid w:val="00A23C83"/>
    <w:rsid w:val="00A23F6B"/>
    <w:rsid w:val="00A253A5"/>
    <w:rsid w:val="00A25DBA"/>
    <w:rsid w:val="00A271F3"/>
    <w:rsid w:val="00A37270"/>
    <w:rsid w:val="00A46D65"/>
    <w:rsid w:val="00A52999"/>
    <w:rsid w:val="00A52D30"/>
    <w:rsid w:val="00A570A3"/>
    <w:rsid w:val="00A653CC"/>
    <w:rsid w:val="00A66405"/>
    <w:rsid w:val="00A6669B"/>
    <w:rsid w:val="00A714E2"/>
    <w:rsid w:val="00A75CC9"/>
    <w:rsid w:val="00A77E65"/>
    <w:rsid w:val="00A81135"/>
    <w:rsid w:val="00A82755"/>
    <w:rsid w:val="00A8644E"/>
    <w:rsid w:val="00A913A5"/>
    <w:rsid w:val="00A93C75"/>
    <w:rsid w:val="00A94AB6"/>
    <w:rsid w:val="00AA1769"/>
    <w:rsid w:val="00AA2666"/>
    <w:rsid w:val="00AA3EE6"/>
    <w:rsid w:val="00AB19BE"/>
    <w:rsid w:val="00AB2160"/>
    <w:rsid w:val="00AB3831"/>
    <w:rsid w:val="00AB3ED0"/>
    <w:rsid w:val="00AB4BB2"/>
    <w:rsid w:val="00AB5131"/>
    <w:rsid w:val="00AB5FEE"/>
    <w:rsid w:val="00AB74C2"/>
    <w:rsid w:val="00AC0164"/>
    <w:rsid w:val="00AC19EB"/>
    <w:rsid w:val="00AC1FCA"/>
    <w:rsid w:val="00AC265F"/>
    <w:rsid w:val="00AC2B53"/>
    <w:rsid w:val="00AC3B19"/>
    <w:rsid w:val="00AC3B39"/>
    <w:rsid w:val="00AD122F"/>
    <w:rsid w:val="00AD176F"/>
    <w:rsid w:val="00AD3EE3"/>
    <w:rsid w:val="00AD4F08"/>
    <w:rsid w:val="00AD506C"/>
    <w:rsid w:val="00AD5DBB"/>
    <w:rsid w:val="00AE39A7"/>
    <w:rsid w:val="00AE4D3F"/>
    <w:rsid w:val="00AE5620"/>
    <w:rsid w:val="00AE590F"/>
    <w:rsid w:val="00AE74C5"/>
    <w:rsid w:val="00AE7885"/>
    <w:rsid w:val="00AF02B0"/>
    <w:rsid w:val="00AF16A7"/>
    <w:rsid w:val="00AF32AE"/>
    <w:rsid w:val="00AF3DB9"/>
    <w:rsid w:val="00AF4469"/>
    <w:rsid w:val="00AF4FCA"/>
    <w:rsid w:val="00AF56FC"/>
    <w:rsid w:val="00AF7475"/>
    <w:rsid w:val="00B0189A"/>
    <w:rsid w:val="00B018A7"/>
    <w:rsid w:val="00B036EC"/>
    <w:rsid w:val="00B0554A"/>
    <w:rsid w:val="00B10F27"/>
    <w:rsid w:val="00B142B8"/>
    <w:rsid w:val="00B15B4E"/>
    <w:rsid w:val="00B17EEC"/>
    <w:rsid w:val="00B2107D"/>
    <w:rsid w:val="00B22917"/>
    <w:rsid w:val="00B23F82"/>
    <w:rsid w:val="00B240D6"/>
    <w:rsid w:val="00B25AA5"/>
    <w:rsid w:val="00B269BB"/>
    <w:rsid w:val="00B3614E"/>
    <w:rsid w:val="00B3618E"/>
    <w:rsid w:val="00B41F74"/>
    <w:rsid w:val="00B427B9"/>
    <w:rsid w:val="00B5010C"/>
    <w:rsid w:val="00B56970"/>
    <w:rsid w:val="00B61810"/>
    <w:rsid w:val="00B621EF"/>
    <w:rsid w:val="00B6637E"/>
    <w:rsid w:val="00B67A32"/>
    <w:rsid w:val="00B67D66"/>
    <w:rsid w:val="00B70A70"/>
    <w:rsid w:val="00B732E2"/>
    <w:rsid w:val="00B754FF"/>
    <w:rsid w:val="00B75F78"/>
    <w:rsid w:val="00B763C9"/>
    <w:rsid w:val="00B76C4B"/>
    <w:rsid w:val="00B77591"/>
    <w:rsid w:val="00B77995"/>
    <w:rsid w:val="00B8124A"/>
    <w:rsid w:val="00B87304"/>
    <w:rsid w:val="00B94997"/>
    <w:rsid w:val="00B94EBB"/>
    <w:rsid w:val="00B95894"/>
    <w:rsid w:val="00BA153E"/>
    <w:rsid w:val="00BA15CB"/>
    <w:rsid w:val="00BA1EE8"/>
    <w:rsid w:val="00BA46B4"/>
    <w:rsid w:val="00BA6358"/>
    <w:rsid w:val="00BB0400"/>
    <w:rsid w:val="00BB05BF"/>
    <w:rsid w:val="00BB17B8"/>
    <w:rsid w:val="00BB379C"/>
    <w:rsid w:val="00BB56CD"/>
    <w:rsid w:val="00BC1A77"/>
    <w:rsid w:val="00BC4061"/>
    <w:rsid w:val="00BD0325"/>
    <w:rsid w:val="00BD1488"/>
    <w:rsid w:val="00BD20A3"/>
    <w:rsid w:val="00BD3D54"/>
    <w:rsid w:val="00BD4307"/>
    <w:rsid w:val="00BD5BEC"/>
    <w:rsid w:val="00BD61BB"/>
    <w:rsid w:val="00BE3B2E"/>
    <w:rsid w:val="00BE64A6"/>
    <w:rsid w:val="00BE7890"/>
    <w:rsid w:val="00BF0760"/>
    <w:rsid w:val="00BF53CB"/>
    <w:rsid w:val="00BF6C8E"/>
    <w:rsid w:val="00C02679"/>
    <w:rsid w:val="00C118E4"/>
    <w:rsid w:val="00C1679A"/>
    <w:rsid w:val="00C20127"/>
    <w:rsid w:val="00C21875"/>
    <w:rsid w:val="00C24309"/>
    <w:rsid w:val="00C24447"/>
    <w:rsid w:val="00C32B82"/>
    <w:rsid w:val="00C35139"/>
    <w:rsid w:val="00C41456"/>
    <w:rsid w:val="00C46513"/>
    <w:rsid w:val="00C51E1F"/>
    <w:rsid w:val="00C55B96"/>
    <w:rsid w:val="00C5659B"/>
    <w:rsid w:val="00C61F91"/>
    <w:rsid w:val="00C67341"/>
    <w:rsid w:val="00C67F56"/>
    <w:rsid w:val="00C72505"/>
    <w:rsid w:val="00C76F3D"/>
    <w:rsid w:val="00C80A66"/>
    <w:rsid w:val="00C839C7"/>
    <w:rsid w:val="00C83DD9"/>
    <w:rsid w:val="00C84AC4"/>
    <w:rsid w:val="00C84B76"/>
    <w:rsid w:val="00C85C33"/>
    <w:rsid w:val="00C864EE"/>
    <w:rsid w:val="00C907F8"/>
    <w:rsid w:val="00C91317"/>
    <w:rsid w:val="00C92DD3"/>
    <w:rsid w:val="00C930E1"/>
    <w:rsid w:val="00C9313B"/>
    <w:rsid w:val="00C95015"/>
    <w:rsid w:val="00C976EA"/>
    <w:rsid w:val="00CA21CB"/>
    <w:rsid w:val="00CA2233"/>
    <w:rsid w:val="00CA265F"/>
    <w:rsid w:val="00CA35BA"/>
    <w:rsid w:val="00CA5E79"/>
    <w:rsid w:val="00CA7B6A"/>
    <w:rsid w:val="00CB06DB"/>
    <w:rsid w:val="00CB1600"/>
    <w:rsid w:val="00CB1E14"/>
    <w:rsid w:val="00CB266D"/>
    <w:rsid w:val="00CB2B7C"/>
    <w:rsid w:val="00CB2E4E"/>
    <w:rsid w:val="00CB5169"/>
    <w:rsid w:val="00CB72B8"/>
    <w:rsid w:val="00CC1C0A"/>
    <w:rsid w:val="00CC21CB"/>
    <w:rsid w:val="00CC2662"/>
    <w:rsid w:val="00CC3004"/>
    <w:rsid w:val="00CD014D"/>
    <w:rsid w:val="00CD2AEE"/>
    <w:rsid w:val="00CD4A4E"/>
    <w:rsid w:val="00CD5FD3"/>
    <w:rsid w:val="00CE2B0E"/>
    <w:rsid w:val="00CE581E"/>
    <w:rsid w:val="00CF2540"/>
    <w:rsid w:val="00CF2A43"/>
    <w:rsid w:val="00CF3151"/>
    <w:rsid w:val="00CF5551"/>
    <w:rsid w:val="00CF76DC"/>
    <w:rsid w:val="00D008B5"/>
    <w:rsid w:val="00D03823"/>
    <w:rsid w:val="00D03FD8"/>
    <w:rsid w:val="00D052AD"/>
    <w:rsid w:val="00D064BC"/>
    <w:rsid w:val="00D10F22"/>
    <w:rsid w:val="00D11D81"/>
    <w:rsid w:val="00D215B9"/>
    <w:rsid w:val="00D215F3"/>
    <w:rsid w:val="00D230BE"/>
    <w:rsid w:val="00D24E52"/>
    <w:rsid w:val="00D24EB7"/>
    <w:rsid w:val="00D30743"/>
    <w:rsid w:val="00D325CA"/>
    <w:rsid w:val="00D3666B"/>
    <w:rsid w:val="00D37A0D"/>
    <w:rsid w:val="00D40019"/>
    <w:rsid w:val="00D407B1"/>
    <w:rsid w:val="00D42E58"/>
    <w:rsid w:val="00D44035"/>
    <w:rsid w:val="00D5114E"/>
    <w:rsid w:val="00D53632"/>
    <w:rsid w:val="00D54D3B"/>
    <w:rsid w:val="00D56048"/>
    <w:rsid w:val="00D617EC"/>
    <w:rsid w:val="00D622D1"/>
    <w:rsid w:val="00D64257"/>
    <w:rsid w:val="00D6465A"/>
    <w:rsid w:val="00D646E9"/>
    <w:rsid w:val="00D66B4A"/>
    <w:rsid w:val="00D70348"/>
    <w:rsid w:val="00D73133"/>
    <w:rsid w:val="00D7414C"/>
    <w:rsid w:val="00D84193"/>
    <w:rsid w:val="00D9119B"/>
    <w:rsid w:val="00D91E54"/>
    <w:rsid w:val="00D94352"/>
    <w:rsid w:val="00D94E1E"/>
    <w:rsid w:val="00D95D09"/>
    <w:rsid w:val="00D96842"/>
    <w:rsid w:val="00D973C3"/>
    <w:rsid w:val="00DA2E20"/>
    <w:rsid w:val="00DA2F5F"/>
    <w:rsid w:val="00DA46B3"/>
    <w:rsid w:val="00DA4CAF"/>
    <w:rsid w:val="00DA4CD5"/>
    <w:rsid w:val="00DB149C"/>
    <w:rsid w:val="00DB1801"/>
    <w:rsid w:val="00DB2733"/>
    <w:rsid w:val="00DC3289"/>
    <w:rsid w:val="00DC4CAF"/>
    <w:rsid w:val="00DD14C8"/>
    <w:rsid w:val="00DD5EF6"/>
    <w:rsid w:val="00DE4BE9"/>
    <w:rsid w:val="00DE4ED0"/>
    <w:rsid w:val="00DE5661"/>
    <w:rsid w:val="00DE641A"/>
    <w:rsid w:val="00DE647A"/>
    <w:rsid w:val="00DE64A6"/>
    <w:rsid w:val="00DE700F"/>
    <w:rsid w:val="00DF1BF4"/>
    <w:rsid w:val="00DF3577"/>
    <w:rsid w:val="00DF602A"/>
    <w:rsid w:val="00DF6390"/>
    <w:rsid w:val="00E01BB5"/>
    <w:rsid w:val="00E02725"/>
    <w:rsid w:val="00E0558F"/>
    <w:rsid w:val="00E07687"/>
    <w:rsid w:val="00E11705"/>
    <w:rsid w:val="00E13CA8"/>
    <w:rsid w:val="00E14185"/>
    <w:rsid w:val="00E1711C"/>
    <w:rsid w:val="00E21E9D"/>
    <w:rsid w:val="00E222AB"/>
    <w:rsid w:val="00E23209"/>
    <w:rsid w:val="00E2551F"/>
    <w:rsid w:val="00E32FD4"/>
    <w:rsid w:val="00E34E0B"/>
    <w:rsid w:val="00E36CB5"/>
    <w:rsid w:val="00E4097E"/>
    <w:rsid w:val="00E426DC"/>
    <w:rsid w:val="00E46A90"/>
    <w:rsid w:val="00E50403"/>
    <w:rsid w:val="00E532E7"/>
    <w:rsid w:val="00E54004"/>
    <w:rsid w:val="00E54176"/>
    <w:rsid w:val="00E55289"/>
    <w:rsid w:val="00E554B2"/>
    <w:rsid w:val="00E562EC"/>
    <w:rsid w:val="00E60005"/>
    <w:rsid w:val="00E63399"/>
    <w:rsid w:val="00E64347"/>
    <w:rsid w:val="00E64D98"/>
    <w:rsid w:val="00E65366"/>
    <w:rsid w:val="00E70638"/>
    <w:rsid w:val="00E71F1D"/>
    <w:rsid w:val="00E7524B"/>
    <w:rsid w:val="00E7667C"/>
    <w:rsid w:val="00E803FA"/>
    <w:rsid w:val="00E81BF4"/>
    <w:rsid w:val="00E84AD4"/>
    <w:rsid w:val="00E861D4"/>
    <w:rsid w:val="00E914A8"/>
    <w:rsid w:val="00E943CD"/>
    <w:rsid w:val="00E95995"/>
    <w:rsid w:val="00E97A43"/>
    <w:rsid w:val="00EA25FF"/>
    <w:rsid w:val="00EA35CC"/>
    <w:rsid w:val="00EA4671"/>
    <w:rsid w:val="00EA7CAF"/>
    <w:rsid w:val="00EB39E9"/>
    <w:rsid w:val="00EC2842"/>
    <w:rsid w:val="00EC30E3"/>
    <w:rsid w:val="00EC3F33"/>
    <w:rsid w:val="00EC4231"/>
    <w:rsid w:val="00EC52C4"/>
    <w:rsid w:val="00EC5637"/>
    <w:rsid w:val="00EC5D74"/>
    <w:rsid w:val="00ED0260"/>
    <w:rsid w:val="00ED0651"/>
    <w:rsid w:val="00ED23D2"/>
    <w:rsid w:val="00ED464A"/>
    <w:rsid w:val="00ED7391"/>
    <w:rsid w:val="00ED7557"/>
    <w:rsid w:val="00ED7DAD"/>
    <w:rsid w:val="00EE1757"/>
    <w:rsid w:val="00EE21D3"/>
    <w:rsid w:val="00EE2C8F"/>
    <w:rsid w:val="00EF1B28"/>
    <w:rsid w:val="00EF2D9E"/>
    <w:rsid w:val="00EF5C70"/>
    <w:rsid w:val="00F00E2B"/>
    <w:rsid w:val="00F02CB4"/>
    <w:rsid w:val="00F051D1"/>
    <w:rsid w:val="00F0563F"/>
    <w:rsid w:val="00F075A6"/>
    <w:rsid w:val="00F07AE9"/>
    <w:rsid w:val="00F1388D"/>
    <w:rsid w:val="00F1394C"/>
    <w:rsid w:val="00F13C61"/>
    <w:rsid w:val="00F16A9C"/>
    <w:rsid w:val="00F23842"/>
    <w:rsid w:val="00F23920"/>
    <w:rsid w:val="00F23B4E"/>
    <w:rsid w:val="00F25F42"/>
    <w:rsid w:val="00F27DA3"/>
    <w:rsid w:val="00F31442"/>
    <w:rsid w:val="00F43803"/>
    <w:rsid w:val="00F4541B"/>
    <w:rsid w:val="00F45B65"/>
    <w:rsid w:val="00F46358"/>
    <w:rsid w:val="00F4653D"/>
    <w:rsid w:val="00F47F1B"/>
    <w:rsid w:val="00F5469E"/>
    <w:rsid w:val="00F5752F"/>
    <w:rsid w:val="00F62A7A"/>
    <w:rsid w:val="00F63E44"/>
    <w:rsid w:val="00F64034"/>
    <w:rsid w:val="00F71689"/>
    <w:rsid w:val="00F71B6F"/>
    <w:rsid w:val="00F71C10"/>
    <w:rsid w:val="00F71F50"/>
    <w:rsid w:val="00F72142"/>
    <w:rsid w:val="00F7271C"/>
    <w:rsid w:val="00F75D2E"/>
    <w:rsid w:val="00F81A3C"/>
    <w:rsid w:val="00F83386"/>
    <w:rsid w:val="00F8370E"/>
    <w:rsid w:val="00F87B1C"/>
    <w:rsid w:val="00F87CBB"/>
    <w:rsid w:val="00F90541"/>
    <w:rsid w:val="00F93640"/>
    <w:rsid w:val="00F9479D"/>
    <w:rsid w:val="00F97A59"/>
    <w:rsid w:val="00F97F3C"/>
    <w:rsid w:val="00FA09F0"/>
    <w:rsid w:val="00FA0F50"/>
    <w:rsid w:val="00FA4FED"/>
    <w:rsid w:val="00FA5092"/>
    <w:rsid w:val="00FA7FA5"/>
    <w:rsid w:val="00FB124A"/>
    <w:rsid w:val="00FB5940"/>
    <w:rsid w:val="00FB6154"/>
    <w:rsid w:val="00FC2765"/>
    <w:rsid w:val="00FC3352"/>
    <w:rsid w:val="00FD06C2"/>
    <w:rsid w:val="00FD0F9D"/>
    <w:rsid w:val="00FD1004"/>
    <w:rsid w:val="00FD1532"/>
    <w:rsid w:val="00FD5F39"/>
    <w:rsid w:val="00FD6B17"/>
    <w:rsid w:val="00FE0096"/>
    <w:rsid w:val="00FE0FFD"/>
    <w:rsid w:val="00FE153A"/>
    <w:rsid w:val="00FF2121"/>
    <w:rsid w:val="00FF2D6A"/>
    <w:rsid w:val="00FF3E37"/>
    <w:rsid w:val="00FF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D1920"/>
    <w:pPr>
      <w:spacing w:after="120" w:line="300" w:lineRule="atLeast"/>
    </w:pPr>
    <w:rPr>
      <w:rFonts w:eastAsia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B5958"/>
    <w:pPr>
      <w:keepNext/>
      <w:keepLines/>
      <w:outlineLvl w:val="0"/>
    </w:pPr>
    <w:rPr>
      <w:rFonts w:eastAsiaTheme="majorEastAsia" w:cstheme="majorBidi"/>
      <w:b/>
      <w:bCs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B5958"/>
    <w:pPr>
      <w:keepNext/>
      <w:keepLines/>
      <w:spacing w:before="24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D7E89"/>
    <w:pPr>
      <w:keepNext/>
      <w:keepLines/>
      <w:spacing w:before="240"/>
      <w:outlineLvl w:val="2"/>
    </w:pPr>
    <w:rPr>
      <w:rFonts w:eastAsiaTheme="majorEastAsia" w:cstheme="majorBidi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2B5958"/>
    <w:rPr>
      <w:rFonts w:eastAsiaTheme="majorEastAsia" w:cstheme="majorBidi"/>
      <w:b/>
      <w:bCs/>
      <w:sz w:val="40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B5958"/>
    <w:rPr>
      <w:rFonts w:eastAsiaTheme="majorEastAsia" w:cstheme="majorBidi"/>
      <w:b/>
      <w:bCs/>
      <w:sz w:val="3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D7E89"/>
    <w:rPr>
      <w:rFonts w:eastAsiaTheme="majorEastAsia" w:cstheme="majorBidi"/>
      <w:b/>
      <w:bCs/>
      <w:sz w:val="28"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D64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11ED6-6C4E-466A-A6E8-9B1BA3F4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2</Pages>
  <Words>530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Vorlagenblatt</dc:subject>
  <dc:creator>Stephan Schnittger</dc:creator>
  <cp:lastModifiedBy>sng</cp:lastModifiedBy>
  <cp:revision>148</cp:revision>
  <cp:lastPrinted>2021-02-14T09:44:00Z</cp:lastPrinted>
  <dcterms:created xsi:type="dcterms:W3CDTF">2021-01-02T13:20:00Z</dcterms:created>
  <dcterms:modified xsi:type="dcterms:W3CDTF">2021-02-14T09:44:00Z</dcterms:modified>
</cp:coreProperties>
</file>